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FD2E" w14:textId="1907D20A" w:rsidR="00C13623" w:rsidRPr="00C13623" w:rsidRDefault="00C13623" w:rsidP="00C13623">
      <w:pPr>
        <w:jc w:val="center"/>
        <w:rPr>
          <w:rFonts w:eastAsia="Calibri"/>
        </w:rPr>
      </w:pPr>
      <w:r w:rsidRPr="00C13623">
        <w:rPr>
          <w:rFonts w:eastAsia="Calibri"/>
        </w:rPr>
        <w:t xml:space="preserve">December </w:t>
      </w:r>
      <w:r w:rsidR="003774D9">
        <w:rPr>
          <w:rFonts w:eastAsia="Calibri"/>
        </w:rPr>
        <w:t>6</w:t>
      </w:r>
      <w:r w:rsidRPr="00C13623">
        <w:rPr>
          <w:rFonts w:eastAsia="Calibri"/>
        </w:rPr>
        <w:t>, 2023</w:t>
      </w:r>
    </w:p>
    <w:p w14:paraId="02C196C5" w14:textId="77777777" w:rsidR="00C13623" w:rsidRPr="00C13623" w:rsidRDefault="00C13623" w:rsidP="00C13623">
      <w:pPr>
        <w:jc w:val="center"/>
        <w:rPr>
          <w:rFonts w:eastAsia="Calibri"/>
        </w:rPr>
      </w:pPr>
    </w:p>
    <w:p w14:paraId="57C1BADD" w14:textId="77777777" w:rsidR="00C13623" w:rsidRPr="00C13623" w:rsidRDefault="00C13623" w:rsidP="00C13623">
      <w:pPr>
        <w:rPr>
          <w:rFonts w:eastAsia="Times" w:cs="Times New Roman"/>
          <w:szCs w:val="24"/>
        </w:rPr>
      </w:pPr>
      <w:r w:rsidRPr="00C13623">
        <w:rPr>
          <w:rFonts w:eastAsia="Times" w:cs="Times New Roman"/>
          <w:b/>
          <w:szCs w:val="24"/>
          <w:u w:val="single"/>
        </w:rPr>
        <w:t>VIA</w:t>
      </w:r>
      <w:r w:rsidRPr="00C13623">
        <w:rPr>
          <w:rFonts w:ascii="Times New Roman Bold" w:eastAsia="Times" w:hAnsi="Times New Roman Bold" w:cs="Times New Roman"/>
          <w:b/>
          <w:caps/>
          <w:szCs w:val="24"/>
          <w:u w:val="single"/>
        </w:rPr>
        <w:t xml:space="preserve"> Alternate E-Filing Only</w:t>
      </w:r>
    </w:p>
    <w:p w14:paraId="3E2A8C13" w14:textId="77777777" w:rsidR="00C13623" w:rsidRPr="00C13623" w:rsidRDefault="00C13623" w:rsidP="00C13623">
      <w:pPr>
        <w:rPr>
          <w:rFonts w:eastAsia="Times" w:cs="Times New Roman"/>
          <w:szCs w:val="24"/>
        </w:rPr>
      </w:pPr>
    </w:p>
    <w:p w14:paraId="014C92F1" w14:textId="77777777" w:rsidR="00C13623" w:rsidRPr="00C13623" w:rsidRDefault="00C13623" w:rsidP="00C13623">
      <w:pPr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>Mrs. Sallie Tanner, Executive Secretary</w:t>
      </w:r>
    </w:p>
    <w:p w14:paraId="71ADD973" w14:textId="77777777" w:rsidR="00C13623" w:rsidRPr="00C13623" w:rsidRDefault="00C13623" w:rsidP="00C13623">
      <w:pPr>
        <w:rPr>
          <w:rFonts w:eastAsia="Times" w:cs="Times New Roman"/>
          <w:b/>
          <w:szCs w:val="24"/>
          <w:u w:val="single"/>
        </w:rPr>
      </w:pPr>
      <w:r w:rsidRPr="00C13623">
        <w:rPr>
          <w:rFonts w:eastAsia="Times" w:cs="Times New Roman"/>
          <w:szCs w:val="24"/>
        </w:rPr>
        <w:t>Georgia Public Service Commission</w:t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</w:p>
    <w:p w14:paraId="357C0FEF" w14:textId="77777777" w:rsidR="00C13623" w:rsidRPr="00C13623" w:rsidRDefault="00C13623" w:rsidP="00C13623">
      <w:pPr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>244 Washington Street, SW</w:t>
      </w:r>
    </w:p>
    <w:p w14:paraId="737C0C47" w14:textId="77777777" w:rsidR="00C13623" w:rsidRPr="00C13623" w:rsidRDefault="00C13623" w:rsidP="00C13623">
      <w:pPr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>Atlanta, Georgia 30334</w:t>
      </w:r>
    </w:p>
    <w:p w14:paraId="78EFF26E" w14:textId="77777777" w:rsidR="00C13623" w:rsidRPr="00C13623" w:rsidRDefault="00C13623" w:rsidP="00C13623">
      <w:pPr>
        <w:rPr>
          <w:rFonts w:eastAsia="Times" w:cs="Times New Roman"/>
          <w:szCs w:val="24"/>
        </w:rPr>
      </w:pPr>
    </w:p>
    <w:p w14:paraId="283462DE" w14:textId="77777777" w:rsidR="00C13623" w:rsidRPr="00C13623" w:rsidRDefault="00C13623" w:rsidP="00C13623">
      <w:pPr>
        <w:ind w:left="720" w:hanging="720"/>
        <w:jc w:val="both"/>
        <w:rPr>
          <w:rFonts w:eastAsia="Times" w:cs="Times New Roman"/>
          <w:b/>
          <w:szCs w:val="24"/>
        </w:rPr>
      </w:pPr>
      <w:r w:rsidRPr="00C13623">
        <w:rPr>
          <w:rFonts w:eastAsia="Times" w:cs="Times New Roman"/>
          <w:szCs w:val="24"/>
        </w:rPr>
        <w:t>Re:</w:t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b/>
          <w:szCs w:val="24"/>
        </w:rPr>
        <w:t xml:space="preserve">SCANA Energy Marketing, LLC </w:t>
      </w:r>
    </w:p>
    <w:p w14:paraId="7CC1B0B1" w14:textId="77777777" w:rsidR="00C13623" w:rsidRPr="00C13623" w:rsidRDefault="00C13623" w:rsidP="00C13623">
      <w:pPr>
        <w:ind w:left="720" w:hanging="720"/>
        <w:jc w:val="both"/>
        <w:rPr>
          <w:rFonts w:eastAsia="Times" w:cs="Times New Roman"/>
          <w:b/>
          <w:szCs w:val="24"/>
        </w:rPr>
      </w:pPr>
      <w:r w:rsidRPr="00C13623">
        <w:rPr>
          <w:rFonts w:eastAsia="Times" w:cs="Times New Roman"/>
          <w:b/>
          <w:szCs w:val="24"/>
        </w:rPr>
        <w:tab/>
        <w:t>Regulated Provider of Natural Gas for 2024 - 2026</w:t>
      </w:r>
    </w:p>
    <w:p w14:paraId="2DA47289" w14:textId="77777777" w:rsidR="00C13623" w:rsidRPr="00C13623" w:rsidRDefault="00C13623" w:rsidP="00C13623">
      <w:pPr>
        <w:ind w:left="720"/>
        <w:jc w:val="both"/>
        <w:rPr>
          <w:rFonts w:eastAsia="Times" w:cs="Times New Roman"/>
          <w:i/>
          <w:szCs w:val="24"/>
        </w:rPr>
      </w:pPr>
      <w:r w:rsidRPr="00C13623">
        <w:rPr>
          <w:rFonts w:eastAsia="Times" w:cs="Times New Roman"/>
          <w:i/>
          <w:szCs w:val="24"/>
        </w:rPr>
        <w:t xml:space="preserve">SCANA Energy Marketing, LLC's Bid Package in Response to the Commission’s Request for Proposal for Regulated Provider of Natural Gas Service for 2024 – 2026 </w:t>
      </w:r>
    </w:p>
    <w:p w14:paraId="18CAAB8B" w14:textId="77777777" w:rsidR="00C13623" w:rsidRPr="00C13623" w:rsidRDefault="00C13623" w:rsidP="00C13623">
      <w:pPr>
        <w:ind w:firstLine="720"/>
        <w:jc w:val="both"/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>Docket No.: 55356</w:t>
      </w:r>
    </w:p>
    <w:p w14:paraId="3223A8B2" w14:textId="77777777" w:rsidR="00C13623" w:rsidRPr="00C13623" w:rsidRDefault="00C13623" w:rsidP="00C13623">
      <w:pPr>
        <w:rPr>
          <w:rFonts w:eastAsia="Times" w:cs="Times New Roman"/>
          <w:szCs w:val="24"/>
        </w:rPr>
      </w:pPr>
    </w:p>
    <w:p w14:paraId="1D0B8D28" w14:textId="77777777" w:rsidR="00C13623" w:rsidRPr="00C13623" w:rsidRDefault="00C13623" w:rsidP="00C13623">
      <w:pPr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>Dear Mrs. Tanner:</w:t>
      </w:r>
    </w:p>
    <w:p w14:paraId="5F32FEDD" w14:textId="77777777" w:rsidR="00C13623" w:rsidRPr="00C13623" w:rsidRDefault="00C13623" w:rsidP="00C13623">
      <w:pPr>
        <w:rPr>
          <w:rFonts w:eastAsia="Times" w:cs="Times New Roman"/>
          <w:szCs w:val="24"/>
        </w:rPr>
      </w:pPr>
    </w:p>
    <w:p w14:paraId="42683B21" w14:textId="77777777" w:rsidR="00C13623" w:rsidRPr="00C13623" w:rsidRDefault="00C13623" w:rsidP="00C13623">
      <w:pPr>
        <w:jc w:val="both"/>
        <w:rPr>
          <w:rFonts w:eastAsia="Times" w:cs="Times New Roman"/>
          <w:i/>
          <w:szCs w:val="24"/>
        </w:rPr>
      </w:pPr>
      <w:r w:rsidRPr="00C13623">
        <w:rPr>
          <w:rFonts w:eastAsia="Times" w:cs="Times New Roman"/>
          <w:szCs w:val="24"/>
        </w:rPr>
        <w:tab/>
        <w:t xml:space="preserve">On December 4, 2023, we filed on behalf of SCANA Energy Marketing, LLC ("SCANA Energy") an Affidavit of Trade Secret in connection with its </w:t>
      </w:r>
      <w:r w:rsidRPr="00C13623">
        <w:rPr>
          <w:rFonts w:eastAsia="Times" w:cs="Times New Roman"/>
          <w:i/>
          <w:szCs w:val="24"/>
        </w:rPr>
        <w:t xml:space="preserve">Notice of Filing Under Trade Secret Protection Its Bid Package in Response to the Commissioner’s Request for Proposal for Regulated Provider of Natural Gas Service for 2024 – 2026. </w:t>
      </w:r>
    </w:p>
    <w:p w14:paraId="33B12879" w14:textId="77777777" w:rsidR="00C13623" w:rsidRPr="00C13623" w:rsidRDefault="00C13623" w:rsidP="00C13623">
      <w:pPr>
        <w:jc w:val="both"/>
        <w:rPr>
          <w:rFonts w:eastAsia="Times" w:cs="Times New Roman"/>
          <w:i/>
          <w:szCs w:val="24"/>
        </w:rPr>
      </w:pPr>
    </w:p>
    <w:p w14:paraId="2E6A6860" w14:textId="77777777" w:rsidR="00C13623" w:rsidRPr="00C13623" w:rsidRDefault="00C13623" w:rsidP="00C13623">
      <w:pPr>
        <w:jc w:val="both"/>
        <w:rPr>
          <w:rFonts w:eastAsia="Times" w:cs="Times New Roman"/>
          <w:iCs/>
          <w:szCs w:val="24"/>
        </w:rPr>
      </w:pPr>
      <w:r w:rsidRPr="00C13623">
        <w:rPr>
          <w:rFonts w:eastAsia="Times" w:cs="Times New Roman"/>
          <w:i/>
          <w:szCs w:val="24"/>
        </w:rPr>
        <w:tab/>
      </w:r>
      <w:r w:rsidRPr="00C13623">
        <w:rPr>
          <w:rFonts w:eastAsia="Times" w:cs="Times New Roman"/>
          <w:iCs/>
          <w:szCs w:val="24"/>
        </w:rPr>
        <w:t xml:space="preserve">The Affidavit of Trade Secret contained a scrivener’s error with respect to the title of the affiant, Brett Newsom.  Enclosed herewith is the </w:t>
      </w:r>
      <w:r w:rsidRPr="00C13623">
        <w:rPr>
          <w:rFonts w:eastAsia="Times" w:cs="Times New Roman"/>
          <w:i/>
          <w:szCs w:val="24"/>
        </w:rPr>
        <w:t>Corrected Affidavit of Trade Secret</w:t>
      </w:r>
      <w:r w:rsidRPr="00C13623">
        <w:rPr>
          <w:rFonts w:eastAsia="Times" w:cs="Times New Roman"/>
          <w:iCs/>
          <w:szCs w:val="24"/>
        </w:rPr>
        <w:t xml:space="preserve"> which correctly sets forth Mr. Newsom’s title.  </w:t>
      </w:r>
    </w:p>
    <w:p w14:paraId="4332EA1D" w14:textId="77777777" w:rsidR="00C13623" w:rsidRPr="00C13623" w:rsidRDefault="00C13623" w:rsidP="00C13623">
      <w:pPr>
        <w:jc w:val="both"/>
        <w:rPr>
          <w:rFonts w:eastAsia="Times" w:cs="Times New Roman"/>
          <w:i/>
          <w:szCs w:val="24"/>
        </w:rPr>
      </w:pPr>
    </w:p>
    <w:p w14:paraId="134C4011" w14:textId="77777777" w:rsidR="00C13623" w:rsidRPr="00C13623" w:rsidRDefault="00C13623" w:rsidP="00C13623">
      <w:pPr>
        <w:ind w:firstLine="720"/>
        <w:jc w:val="both"/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>If you have any questions, concerning this filing, please feel free to contact us.</w:t>
      </w:r>
      <w:r w:rsidRPr="00C13623">
        <w:rPr>
          <w:rFonts w:eastAsia="Times" w:cs="Times New Roman"/>
          <w:szCs w:val="24"/>
        </w:rPr>
        <w:tab/>
      </w:r>
    </w:p>
    <w:p w14:paraId="6F42845F" w14:textId="77777777" w:rsidR="00C13623" w:rsidRPr="00C13623" w:rsidRDefault="00C13623" w:rsidP="00C13623">
      <w:pPr>
        <w:jc w:val="both"/>
        <w:rPr>
          <w:rFonts w:eastAsia="Times" w:cs="Times New Roman"/>
          <w:szCs w:val="24"/>
        </w:rPr>
      </w:pPr>
    </w:p>
    <w:p w14:paraId="50A3CE82" w14:textId="1368A5E0" w:rsidR="00C13623" w:rsidRPr="00C13623" w:rsidRDefault="00C13623" w:rsidP="00C13623">
      <w:pPr>
        <w:jc w:val="both"/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  <w:t>Very truly yours,</w:t>
      </w:r>
    </w:p>
    <w:p w14:paraId="3736212D" w14:textId="77777777" w:rsidR="00C13623" w:rsidRPr="00C13623" w:rsidRDefault="00C13623" w:rsidP="00C13623">
      <w:pPr>
        <w:jc w:val="both"/>
        <w:rPr>
          <w:rFonts w:eastAsia="Times" w:cs="Times New Roman"/>
          <w:szCs w:val="24"/>
        </w:rPr>
      </w:pPr>
    </w:p>
    <w:p w14:paraId="32A38DEB" w14:textId="0CA14C18" w:rsidR="00C13623" w:rsidRPr="00C13623" w:rsidRDefault="00C13623" w:rsidP="00C13623">
      <w:pPr>
        <w:jc w:val="both"/>
        <w:rPr>
          <w:rFonts w:eastAsia="Times" w:cs="Times New Roman"/>
          <w:b/>
          <w:bCs/>
          <w:szCs w:val="24"/>
        </w:rPr>
      </w:pPr>
      <w:r w:rsidRPr="00C13623">
        <w:rPr>
          <w:rFonts w:eastAsia="Calibri" w:cs="Times New Roman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4AFF98E8" wp14:editId="34F80147">
            <wp:simplePos x="0" y="0"/>
            <wp:positionH relativeFrom="column">
              <wp:posOffset>3038475</wp:posOffset>
            </wp:positionH>
            <wp:positionV relativeFrom="paragraph">
              <wp:posOffset>26670</wp:posOffset>
            </wp:positionV>
            <wp:extent cx="1524000" cy="869782"/>
            <wp:effectExtent l="0" t="0" r="0" b="6985"/>
            <wp:wrapNone/>
            <wp:docPr id="1824753586" name="Picture 1824753586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let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69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b/>
          <w:bCs/>
          <w:szCs w:val="24"/>
        </w:rPr>
        <w:t>HALL BOOTH SMITH, P.C.</w:t>
      </w:r>
    </w:p>
    <w:p w14:paraId="478850A7" w14:textId="77777777" w:rsidR="00C13623" w:rsidRPr="00C13623" w:rsidRDefault="00C13623" w:rsidP="00C13623">
      <w:pPr>
        <w:jc w:val="both"/>
        <w:rPr>
          <w:rFonts w:eastAsia="Times" w:cs="Times New Roman"/>
          <w:szCs w:val="24"/>
        </w:rPr>
      </w:pPr>
    </w:p>
    <w:p w14:paraId="538B002B" w14:textId="7DFA7682" w:rsidR="00C13623" w:rsidRPr="00C13623" w:rsidRDefault="00C13623" w:rsidP="00C13623">
      <w:pPr>
        <w:jc w:val="both"/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</w:p>
    <w:p w14:paraId="169241DF" w14:textId="77777777" w:rsidR="00C13623" w:rsidRPr="00C13623" w:rsidRDefault="00C13623" w:rsidP="00C13623">
      <w:pPr>
        <w:jc w:val="both"/>
        <w:rPr>
          <w:rFonts w:eastAsia="Times" w:cs="Times New Roman"/>
          <w:szCs w:val="24"/>
        </w:rPr>
      </w:pPr>
    </w:p>
    <w:p w14:paraId="03F5D019" w14:textId="72B9C0F8" w:rsidR="00C13623" w:rsidRPr="00C13623" w:rsidRDefault="00C13623" w:rsidP="00C13623">
      <w:pPr>
        <w:jc w:val="both"/>
        <w:rPr>
          <w:rFonts w:eastAsia="Times" w:cs="Times New Roman"/>
          <w:szCs w:val="24"/>
        </w:rPr>
      </w:pP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 w:rsidRPr="00C13623">
        <w:rPr>
          <w:rFonts w:eastAsia="Times" w:cs="Times New Roman"/>
          <w:szCs w:val="24"/>
        </w:rPr>
        <w:tab/>
      </w:r>
      <w:r>
        <w:rPr>
          <w:rFonts w:eastAsia="Times" w:cs="Times New Roman"/>
          <w:szCs w:val="24"/>
        </w:rPr>
        <w:t>Joel L. McKie</w:t>
      </w:r>
    </w:p>
    <w:p w14:paraId="083CF885" w14:textId="5B2CE8DF" w:rsidR="00C13623" w:rsidRPr="00C13623" w:rsidRDefault="00C13623" w:rsidP="00C13623">
      <w:pPr>
        <w:jc w:val="both"/>
        <w:rPr>
          <w:rFonts w:eastAsia="Calibri"/>
        </w:rPr>
      </w:pPr>
      <w:r w:rsidRPr="00C13623">
        <w:rPr>
          <w:rFonts w:eastAsia="Times" w:cs="Times New Roman"/>
          <w:szCs w:val="24"/>
        </w:rPr>
        <w:t>Enclosure</w:t>
      </w:r>
    </w:p>
    <w:p w14:paraId="1E792A3A" w14:textId="77777777" w:rsidR="008F6AD5" w:rsidRDefault="008F6AD5" w:rsidP="00382B73">
      <w:pPr>
        <w:pStyle w:val="LtrNormal"/>
      </w:pPr>
    </w:p>
    <w:sectPr w:rsidR="008F6AD5" w:rsidSect="009300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864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CB273" w14:textId="77777777" w:rsidR="00C13623" w:rsidRDefault="00C13623" w:rsidP="003F5B7C">
      <w:r>
        <w:separator/>
      </w:r>
    </w:p>
  </w:endnote>
  <w:endnote w:type="continuationSeparator" w:id="0">
    <w:p w14:paraId="5A6E8BF8" w14:textId="77777777" w:rsidR="00C13623" w:rsidRDefault="00C13623" w:rsidP="003F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023F" w14:textId="77777777" w:rsidR="00303637" w:rsidRDefault="003036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B65F" w14:textId="77777777" w:rsidR="007737A3" w:rsidRDefault="007737A3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1" layoutInCell="1" allowOverlap="1" wp14:anchorId="7946ED1B" wp14:editId="31032204">
              <wp:simplePos x="0" y="0"/>
              <wp:positionH relativeFrom="column">
                <wp:posOffset>-518160</wp:posOffset>
              </wp:positionH>
              <wp:positionV relativeFrom="page">
                <wp:posOffset>409575</wp:posOffset>
              </wp:positionV>
              <wp:extent cx="2322576" cy="256032"/>
              <wp:effectExtent l="0" t="0" r="1905" b="0"/>
              <wp:wrapTopAndBottom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2576" cy="25603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D46AE" w14:textId="77777777" w:rsidR="00980D2B" w:rsidRDefault="00980D2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07718EC" wp14:editId="1403E2B1">
                                <wp:extent cx="1906905" cy="178435"/>
                                <wp:effectExtent l="0" t="0" r="0" b="0"/>
                                <wp:docPr id="2" name="Picture 2" descr="HBS Second Mono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HBS Second Mono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6905" cy="1784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46ED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0.8pt;margin-top:32.25pt;width:182.9pt;height:20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" stroked="f">
              <v:textbox>
                <w:txbxContent>
                  <w:p w14:paraId="3EAD46AE" w14:textId="77777777" w:rsidR="00980D2B" w:rsidRDefault="00980D2B">
                    <w:r>
                      <w:rPr>
                        <w:noProof/>
                      </w:rPr>
                      <w:drawing>
                        <wp:inline distT="0" distB="0" distL="0" distR="0" wp14:anchorId="207718EC" wp14:editId="1403E2B1">
                          <wp:extent cx="1906905" cy="178435"/>
                          <wp:effectExtent l="0" t="0" r="0" b="0"/>
                          <wp:docPr id="2" name="Picture 2" descr="HBS Second Mono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HBS Second Mono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6905" cy="1784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FB98" w14:textId="77777777" w:rsidR="00A020FC" w:rsidRPr="00A020FC" w:rsidRDefault="00A020FC" w:rsidP="00A020FC">
    <w:pPr>
      <w:tabs>
        <w:tab w:val="center" w:pos="4680"/>
        <w:tab w:val="right" w:pos="9360"/>
      </w:tabs>
    </w:pPr>
    <w:r w:rsidRPr="00A020FC">
      <w:rPr>
        <w:noProof/>
      </w:rPr>
      <mc:AlternateContent>
        <mc:Choice Requires="wps">
          <w:drawing>
            <wp:anchor distT="0" distB="0" distL="114300" distR="114300" simplePos="0" relativeHeight="251680768" behindDoc="0" locked="1" layoutInCell="1" allowOverlap="1" wp14:anchorId="753322EA" wp14:editId="45CF599A">
              <wp:simplePos x="0" y="0"/>
              <wp:positionH relativeFrom="page">
                <wp:posOffset>809625</wp:posOffset>
              </wp:positionH>
              <wp:positionV relativeFrom="page">
                <wp:posOffset>9010650</wp:posOffset>
              </wp:positionV>
              <wp:extent cx="6098540" cy="495300"/>
              <wp:effectExtent l="0" t="0" r="0" b="0"/>
              <wp:wrapTopAndBottom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8540" cy="4953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24CDD3" id="Rectangle 1" o:spid="_x0000_s1026" style="position:absolute;margin-left:63.75pt;margin-top:709.5pt;width:480.2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" filled="f" stroked="f" strokeweight="1pt">
              <w10:wrap type="topAndBottom" anchorx="page" anchory="page"/>
              <w10:anchorlock/>
            </v:rect>
          </w:pict>
        </mc:Fallback>
      </mc:AlternateContent>
    </w:r>
  </w:p>
  <w:p w14:paraId="5F27AFFD" w14:textId="77777777" w:rsidR="008702B6" w:rsidRPr="00A020FC" w:rsidRDefault="008702B6" w:rsidP="00A02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7136" w14:textId="77777777" w:rsidR="00C13623" w:rsidRDefault="00C13623" w:rsidP="003F5B7C">
      <w:r>
        <w:separator/>
      </w:r>
    </w:p>
  </w:footnote>
  <w:footnote w:type="continuationSeparator" w:id="0">
    <w:p w14:paraId="65E2E36C" w14:textId="77777777" w:rsidR="00C13623" w:rsidRDefault="00C13623" w:rsidP="003F5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CA7BB" w14:textId="77777777" w:rsidR="00303637" w:rsidRDefault="003036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54FF" w14:textId="77777777" w:rsidR="00D93026" w:rsidRDefault="00472F40">
    <w:pPr>
      <w:pStyle w:val="Header"/>
    </w:pPr>
    <w:r>
      <w:fldChar w:fldCharType="begin"/>
    </w:r>
    <w:r w:rsidR="00C13623">
      <w:instrText>_LtrSecondPageHdr</w:instrText>
    </w:r>
    <w:r>
      <w:fldChar w:fldCharType="separate"/>
    </w:r>
    <w:r w:rsidR="00C13623">
      <w:t xml:space="preserve"> </w:t>
    </w:r>
    <w:r>
      <w:fldChar w:fldCharType="end"/>
    </w:r>
  </w:p>
  <w:p w14:paraId="41E09B5F" w14:textId="77777777" w:rsidR="00456A2E" w:rsidRDefault="00456A2E" w:rsidP="00456A2E">
    <w:pPr>
      <w:pStyle w:val="Head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60B55218" w14:textId="77777777" w:rsidR="00456A2E" w:rsidRDefault="00456A2E" w:rsidP="00456A2E">
    <w:pPr>
      <w:pStyle w:val="Header"/>
    </w:pPr>
    <w:r>
      <w:t>_____________________</w:t>
    </w:r>
  </w:p>
  <w:p w14:paraId="271B409B" w14:textId="77777777" w:rsidR="00456A2E" w:rsidRDefault="00456A2E" w:rsidP="00456A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AA8C" w14:textId="77777777" w:rsidR="00B50518" w:rsidRDefault="00B50518" w:rsidP="00C93273">
    <w:pPr>
      <w:pStyle w:val="Header"/>
      <w:spacing w:after="1500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1" layoutInCell="1" allowOverlap="1" wp14:anchorId="603CBB02" wp14:editId="14DF277A">
              <wp:simplePos x="0" y="0"/>
              <wp:positionH relativeFrom="page">
                <wp:align>center</wp:align>
              </wp:positionH>
              <wp:positionV relativeFrom="page">
                <wp:posOffset>9061450</wp:posOffset>
              </wp:positionV>
              <wp:extent cx="6153912" cy="57607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3912" cy="57607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70E402" w14:textId="77777777" w:rsidR="00A020FC" w:rsidRPr="00A020FC" w:rsidRDefault="00017E1A" w:rsidP="00A020FC">
                          <w:pPr>
                            <w:spacing w:after="100"/>
                            <w:jc w:val="center"/>
                            <w:rPr>
                              <w:rFonts w:ascii="Verdana" w:hAnsi="Verdana"/>
                              <w:smallCaps/>
                            </w:rPr>
                          </w:pPr>
                          <w:r>
                            <w:rPr>
                              <w:smallCaps/>
                            </w:rPr>
                            <w:fldChar w:fldCharType="begin"/>
                          </w:r>
                          <w:r w:rsidR="00C13623">
                            <w:rPr>
                              <w:smallCaps/>
                            </w:rPr>
                            <w:instrText>_Address6::L</w:instrText>
                          </w:r>
                          <w:r>
                            <w:rPr>
                              <w:smallCaps/>
                            </w:rPr>
                            <w:fldChar w:fldCharType="separate"/>
                          </w:r>
                          <w:r w:rsidR="00C13623">
                            <w:rPr>
                              <w:smallCaps/>
                            </w:rPr>
                            <w:t xml:space="preserve"> </w:t>
                          </w:r>
                          <w:r>
                            <w:rPr>
                              <w:smallCaps/>
                            </w:rPr>
                            <w:fldChar w:fldCharType="end"/>
                          </w:r>
                          <w:r w:rsidR="00C13623">
                            <w:rPr>
                              <w:smallCaps/>
                            </w:rPr>
                            <w:t>Atlanta, GA</w:t>
                          </w:r>
                        </w:p>
                        <w:p w14:paraId="0EE7DC13" w14:textId="77777777" w:rsidR="00A020FC" w:rsidRPr="00A020FC" w:rsidRDefault="00A020FC" w:rsidP="00A020FC">
                          <w:pPr>
                            <w:spacing w:after="20"/>
                            <w:jc w:val="center"/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</w:pP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Alabama </w:t>
                          </w:r>
                          <w:r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ARKANSAS | </w:t>
                          </w:r>
                          <w:r w:rsidR="005E6E61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>COLORADO</w:t>
                          </w:r>
                          <w:r w:rsidR="005E6E61"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| 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Florida </w:t>
                          </w:r>
                          <w:r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Georgia </w:t>
                          </w:r>
                          <w:r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</w:t>
                          </w:r>
                          <w:r w:rsidR="00921C84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Montana | 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New Jersey </w:t>
                          </w:r>
                          <w:r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New yORK</w:t>
                          </w:r>
                        </w:p>
                        <w:p w14:paraId="6FF272FB" w14:textId="77777777" w:rsidR="00A020FC" w:rsidRPr="00A020FC" w:rsidRDefault="005E6E61" w:rsidP="00A020FC">
                          <w:pPr>
                            <w:spacing w:after="20"/>
                            <w:jc w:val="center"/>
                            <w:rPr>
                              <w:rFonts w:ascii="Verdana" w:hAnsi="Verdana"/>
                              <w:caps/>
                              <w:spacing w:val="2"/>
                              <w:sz w:val="14"/>
                              <w:szCs w:val="14"/>
                            </w:rPr>
                          </w:pP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North Carolina </w:t>
                          </w:r>
                          <w:r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</w:t>
                          </w:r>
                          <w:r w:rsidR="00A020FC"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Oklahoma </w:t>
                          </w:r>
                          <w:r w:rsidR="00A020FC"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="00A020FC"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South Carolina </w:t>
                          </w:r>
                          <w:r w:rsidR="00A020FC" w:rsidRPr="00A020FC">
                            <w:rPr>
                              <w:rFonts w:ascii="Verdana" w:hAnsi="Verdana" w:cs="Segoe UI"/>
                              <w:caps/>
                              <w:spacing w:val="12"/>
                              <w:sz w:val="15"/>
                              <w:szCs w:val="14"/>
                            </w:rPr>
                            <w:t>|</w:t>
                          </w:r>
                          <w:r w:rsidR="00A020FC" w:rsidRPr="00A020FC">
                            <w:rPr>
                              <w:rFonts w:ascii="Verdana" w:hAnsi="Verdana"/>
                              <w:caps/>
                              <w:spacing w:val="12"/>
                              <w:sz w:val="15"/>
                              <w:szCs w:val="14"/>
                            </w:rPr>
                            <w:t xml:space="preserve"> Tennessee</w:t>
                          </w:r>
                        </w:p>
                        <w:p w14:paraId="4331FC39" w14:textId="77777777" w:rsidR="00B50518" w:rsidRPr="008554D7" w:rsidRDefault="00B50518" w:rsidP="002B54FE">
                          <w:pPr>
                            <w:pStyle w:val="LtrFtrCtr"/>
                            <w:rPr>
                              <w:caps/>
                              <w:spacing w:val="12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3CBB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0;margin-top:713.5pt;width:484.55pt;height:4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" filled="f" stroked="f" strokeweight=".5pt">
              <v:textbox>
                <w:txbxContent>
                  <w:p w14:paraId="1D70E402" w14:textId="77777777" w:rsidR="00A020FC" w:rsidRPr="00A020FC" w:rsidRDefault="00017E1A" w:rsidP="00A020FC">
                    <w:pPr>
                      <w:spacing w:after="100"/>
                      <w:jc w:val="center"/>
                      <w:rPr>
                        <w:rFonts w:ascii="Verdana" w:hAnsi="Verdana"/>
                        <w:smallCaps/>
                      </w:rPr>
                    </w:pPr>
                    <w:r>
                      <w:rPr>
                        <w:smallCaps/>
                      </w:rPr>
                      <w:fldChar w:fldCharType="begin"/>
                    </w:r>
                    <w:r w:rsidR="00C13623">
                      <w:rPr>
                        <w:smallCaps/>
                      </w:rPr>
                      <w:instrText>_Address6::L</w:instrText>
                    </w:r>
                    <w:r>
                      <w:rPr>
                        <w:smallCaps/>
                      </w:rPr>
                      <w:fldChar w:fldCharType="separate"/>
                    </w:r>
                    <w:r w:rsidR="00C13623">
                      <w:rPr>
                        <w:smallCaps/>
                      </w:rPr>
                      <w:t xml:space="preserve"> </w:t>
                    </w:r>
                    <w:r>
                      <w:rPr>
                        <w:smallCaps/>
                      </w:rPr>
                      <w:fldChar w:fldCharType="end"/>
                    </w:r>
                    <w:r w:rsidR="00C13623">
                      <w:rPr>
                        <w:smallCaps/>
                      </w:rPr>
                      <w:t>Atlanta, GA</w:t>
                    </w:r>
                  </w:p>
                  <w:p w14:paraId="0EE7DC13" w14:textId="77777777" w:rsidR="00A020FC" w:rsidRPr="00A020FC" w:rsidRDefault="00A020FC" w:rsidP="00A020FC">
                    <w:pPr>
                      <w:spacing w:after="20"/>
                      <w:jc w:val="center"/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</w:pP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Alabama </w:t>
                    </w:r>
                    <w:r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ARKANSAS | </w:t>
                    </w:r>
                    <w:r w:rsidR="005E6E61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>COLORADO</w:t>
                    </w:r>
                    <w:r w:rsidR="005E6E61"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| 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Florida </w:t>
                    </w:r>
                    <w:r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Georgia </w:t>
                    </w:r>
                    <w:r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</w:t>
                    </w:r>
                    <w:r w:rsidR="00921C84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Montana | 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New Jersey </w:t>
                    </w:r>
                    <w:r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New yORK</w:t>
                    </w:r>
                  </w:p>
                  <w:p w14:paraId="6FF272FB" w14:textId="77777777" w:rsidR="00A020FC" w:rsidRPr="00A020FC" w:rsidRDefault="005E6E61" w:rsidP="00A020FC">
                    <w:pPr>
                      <w:spacing w:after="20"/>
                      <w:jc w:val="center"/>
                      <w:rPr>
                        <w:rFonts w:ascii="Verdana" w:hAnsi="Verdana"/>
                        <w:caps/>
                        <w:spacing w:val="2"/>
                        <w:sz w:val="14"/>
                        <w:szCs w:val="14"/>
                      </w:rPr>
                    </w:pP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North Carolina </w:t>
                    </w:r>
                    <w:r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</w:t>
                    </w:r>
                    <w:r w:rsidR="00A020FC"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Oklahoma </w:t>
                    </w:r>
                    <w:r w:rsidR="00A020FC"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="00A020FC"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South Carolina </w:t>
                    </w:r>
                    <w:r w:rsidR="00A020FC" w:rsidRPr="00A020FC">
                      <w:rPr>
                        <w:rFonts w:ascii="Verdana" w:hAnsi="Verdana" w:cs="Segoe UI"/>
                        <w:caps/>
                        <w:spacing w:val="12"/>
                        <w:sz w:val="15"/>
                        <w:szCs w:val="14"/>
                      </w:rPr>
                      <w:t>|</w:t>
                    </w:r>
                    <w:r w:rsidR="00A020FC" w:rsidRPr="00A020FC">
                      <w:rPr>
                        <w:rFonts w:ascii="Verdana" w:hAnsi="Verdana"/>
                        <w:caps/>
                        <w:spacing w:val="12"/>
                        <w:sz w:val="15"/>
                        <w:szCs w:val="14"/>
                      </w:rPr>
                      <w:t xml:space="preserve"> Tennessee</w:t>
                    </w:r>
                  </w:p>
                  <w:p w14:paraId="4331FC39" w14:textId="77777777" w:rsidR="00B50518" w:rsidRPr="008554D7" w:rsidRDefault="00B50518" w:rsidP="002B54FE">
                    <w:pPr>
                      <w:pStyle w:val="LtrFtrCtr"/>
                      <w:rPr>
                        <w:caps/>
                        <w:spacing w:val="12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4FFA2E70" wp14:editId="4BD46497">
              <wp:simplePos x="0" y="0"/>
              <wp:positionH relativeFrom="page">
                <wp:posOffset>5212080</wp:posOffset>
              </wp:positionH>
              <wp:positionV relativeFrom="page">
                <wp:posOffset>895985</wp:posOffset>
              </wp:positionV>
              <wp:extent cx="1819656" cy="96012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9656" cy="9601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78EA3" w14:textId="77777777" w:rsidR="00B50518" w:rsidRDefault="002272D8" w:rsidP="00B50518">
                          <w:pPr>
                            <w:pStyle w:val="LtrHdrBlock"/>
                          </w:pPr>
                          <w:r>
                            <w:fldChar w:fldCharType="begin"/>
                          </w:r>
                          <w:r w:rsidR="00C13623">
                            <w:instrText>_Address1::L</w:instrText>
                          </w:r>
                          <w:r>
                            <w:fldChar w:fldCharType="separate"/>
                          </w:r>
                          <w:r w:rsidR="00C13623">
                            <w:t xml:space="preserve"> </w:t>
                          </w:r>
                          <w:r>
                            <w:fldChar w:fldCharType="end"/>
                          </w:r>
                          <w:r w:rsidR="00C13623">
                            <w:t>191 Peachtree Street NE</w:t>
                          </w:r>
                        </w:p>
                        <w:p w14:paraId="67A7DE40" w14:textId="77777777" w:rsidR="005A3D4B" w:rsidRPr="00E21B69" w:rsidRDefault="002272D8" w:rsidP="00B50518">
                          <w:pPr>
                            <w:pStyle w:val="LtrHdrBlock"/>
                          </w:pPr>
                          <w:r>
                            <w:fldChar w:fldCharType="begin"/>
                          </w:r>
                          <w:r w:rsidR="00C13623">
                            <w:instrText>_Address2::L</w:instrText>
                          </w:r>
                          <w:r>
                            <w:fldChar w:fldCharType="separate"/>
                          </w:r>
                          <w:r w:rsidR="00C13623">
                            <w:t xml:space="preserve"> </w:t>
                          </w:r>
                          <w:r>
                            <w:fldChar w:fldCharType="end"/>
                          </w:r>
                          <w:r w:rsidR="00C13623">
                            <w:t>Suite 2900</w:t>
                          </w:r>
                        </w:p>
                        <w:p w14:paraId="2E0631B1" w14:textId="77777777" w:rsidR="00B50518" w:rsidRPr="00E21B69" w:rsidRDefault="002272D8" w:rsidP="00B50518">
                          <w:pPr>
                            <w:pStyle w:val="LtrHdrBlock"/>
                            <w:spacing w:after="320"/>
                          </w:pPr>
                          <w:r>
                            <w:fldChar w:fldCharType="begin"/>
                          </w:r>
                          <w:r w:rsidR="00C13623">
                            <w:instrText>_Address3::L</w:instrText>
                          </w:r>
                          <w:r>
                            <w:fldChar w:fldCharType="separate"/>
                          </w:r>
                          <w:r w:rsidR="00C13623">
                            <w:t xml:space="preserve"> </w:t>
                          </w:r>
                          <w:r>
                            <w:fldChar w:fldCharType="end"/>
                          </w:r>
                          <w:r w:rsidR="00C13623">
                            <w:t>Atlanta, GA 30303-1775, USA</w:t>
                          </w:r>
                        </w:p>
                        <w:p w14:paraId="3EAD111E" w14:textId="77777777" w:rsidR="00B50518" w:rsidRDefault="00B50518" w:rsidP="00B50518">
                          <w:pPr>
                            <w:pStyle w:val="LtrHdrBlock"/>
                            <w:rPr>
                              <w:szCs w:val="16"/>
                            </w:rPr>
                          </w:pPr>
                          <w:r w:rsidRPr="00E21B69">
                            <w:rPr>
                              <w:szCs w:val="16"/>
                            </w:rPr>
                            <w:t xml:space="preserve">Office: </w:t>
                          </w:r>
                          <w:r w:rsidR="00164A39">
                            <w:rPr>
                              <w:szCs w:val="16"/>
                            </w:rPr>
                            <w:fldChar w:fldCharType="begin"/>
                          </w:r>
                          <w:r w:rsidR="00C13623">
                            <w:rPr>
                              <w:szCs w:val="16"/>
                            </w:rPr>
                            <w:instrText>_Phone1::L</w:instrText>
                          </w:r>
                          <w:r w:rsidR="00164A39">
                            <w:rPr>
                              <w:szCs w:val="16"/>
                            </w:rPr>
                            <w:fldChar w:fldCharType="separate"/>
                          </w:r>
                          <w:r w:rsidR="00C13623">
                            <w:rPr>
                              <w:szCs w:val="16"/>
                            </w:rPr>
                            <w:t xml:space="preserve"> </w:t>
                          </w:r>
                          <w:r w:rsidR="00164A39">
                            <w:rPr>
                              <w:szCs w:val="16"/>
                            </w:rPr>
                            <w:fldChar w:fldCharType="end"/>
                          </w:r>
                          <w:r w:rsidR="00C13623">
                            <w:rPr>
                              <w:szCs w:val="16"/>
                            </w:rPr>
                            <w:t>404.954.5000</w:t>
                          </w:r>
                        </w:p>
                        <w:p w14:paraId="1076801F" w14:textId="77777777" w:rsidR="003F16FE" w:rsidRPr="00E21B69" w:rsidRDefault="003F16FE" w:rsidP="00B50518">
                          <w:pPr>
                            <w:pStyle w:val="LtrHdrBlock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Fax: </w:t>
                          </w:r>
                          <w:r>
                            <w:rPr>
                              <w:szCs w:val="16"/>
                            </w:rPr>
                            <w:fldChar w:fldCharType="begin"/>
                          </w:r>
                          <w:r w:rsidR="00C13623">
                            <w:rPr>
                              <w:szCs w:val="16"/>
                            </w:rPr>
                            <w:instrText>_Phone2::L</w:instrText>
                          </w:r>
                          <w:r>
                            <w:rPr>
                              <w:szCs w:val="16"/>
                            </w:rPr>
                            <w:fldChar w:fldCharType="separate"/>
                          </w:r>
                          <w:r w:rsidR="00C13623">
                            <w:rPr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Cs w:val="16"/>
                            </w:rPr>
                            <w:fldChar w:fldCharType="end"/>
                          </w:r>
                          <w:r w:rsidR="00C13623">
                            <w:rPr>
                              <w:szCs w:val="16"/>
                            </w:rPr>
                            <w:t>404.954.5020</w:t>
                          </w:r>
                        </w:p>
                        <w:p w14:paraId="2D1DDF08" w14:textId="77777777" w:rsidR="00B50518" w:rsidRPr="00E21B69" w:rsidRDefault="002272D8" w:rsidP="00B50518">
                          <w:pPr>
                            <w:pStyle w:val="LtrHdrBlock"/>
                          </w:pPr>
                          <w:r>
                            <w:fldChar w:fldCharType="begin"/>
                          </w:r>
                          <w:r w:rsidR="00C13623">
                            <w:instrText>_Website::L</w:instrText>
                          </w:r>
                          <w:r>
                            <w:fldChar w:fldCharType="separate"/>
                          </w:r>
                          <w:r w:rsidR="00C13623">
                            <w:t xml:space="preserve"> </w:t>
                          </w:r>
                          <w:r>
                            <w:fldChar w:fldCharType="end"/>
                          </w:r>
                          <w:r w:rsidR="00C13623">
                            <w:t>www.hallboothsmith.com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FA2E70" id="Text Box 6" o:spid="_x0000_s1028" type="#_x0000_t202" style="position:absolute;margin-left:410.4pt;margin-top:70.55pt;width:143.3pt;height:75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6dGwIAADMEAAAOAAAAZHJzL2Uyb0RvYy54bWysU11v2jAUfZ+0/2D5fSRhwEpEqFgrpkmo&#10;rUSnPhvHJpEcX882JOzX79oJH+r2NO3Fuc79Pud4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" filled="f" stroked="f" strokeweight=".5pt">
              <v:textbox>
                <w:txbxContent>
                  <w:p w14:paraId="4A778EA3" w14:textId="77777777" w:rsidR="00B50518" w:rsidRDefault="002272D8" w:rsidP="00B50518">
                    <w:pPr>
                      <w:pStyle w:val="LtrHdrBlock"/>
                    </w:pPr>
                    <w:r>
                      <w:fldChar w:fldCharType="begin"/>
                    </w:r>
                    <w:r w:rsidR="00C13623">
                      <w:instrText>_Address1::L</w:instrText>
                    </w:r>
                    <w:r>
                      <w:fldChar w:fldCharType="separate"/>
                    </w:r>
                    <w:r w:rsidR="00C13623">
                      <w:t xml:space="preserve"> </w:t>
                    </w:r>
                    <w:r>
                      <w:fldChar w:fldCharType="end"/>
                    </w:r>
                    <w:r w:rsidR="00C13623">
                      <w:t>191 Peachtree Street NE</w:t>
                    </w:r>
                  </w:p>
                  <w:p w14:paraId="67A7DE40" w14:textId="77777777" w:rsidR="005A3D4B" w:rsidRPr="00E21B69" w:rsidRDefault="002272D8" w:rsidP="00B50518">
                    <w:pPr>
                      <w:pStyle w:val="LtrHdrBlock"/>
                    </w:pPr>
                    <w:r>
                      <w:fldChar w:fldCharType="begin"/>
                    </w:r>
                    <w:r w:rsidR="00C13623">
                      <w:instrText>_Address2::L</w:instrText>
                    </w:r>
                    <w:r>
                      <w:fldChar w:fldCharType="separate"/>
                    </w:r>
                    <w:r w:rsidR="00C13623">
                      <w:t xml:space="preserve"> </w:t>
                    </w:r>
                    <w:r>
                      <w:fldChar w:fldCharType="end"/>
                    </w:r>
                    <w:r w:rsidR="00C13623">
                      <w:t>Suite 2900</w:t>
                    </w:r>
                  </w:p>
                  <w:p w14:paraId="2E0631B1" w14:textId="77777777" w:rsidR="00B50518" w:rsidRPr="00E21B69" w:rsidRDefault="002272D8" w:rsidP="00B50518">
                    <w:pPr>
                      <w:pStyle w:val="LtrHdrBlock"/>
                      <w:spacing w:after="320"/>
                    </w:pPr>
                    <w:r>
                      <w:fldChar w:fldCharType="begin"/>
                    </w:r>
                    <w:r w:rsidR="00C13623">
                      <w:instrText>_Address3::L</w:instrText>
                    </w:r>
                    <w:r>
                      <w:fldChar w:fldCharType="separate"/>
                    </w:r>
                    <w:r w:rsidR="00C13623">
                      <w:t xml:space="preserve"> </w:t>
                    </w:r>
                    <w:r>
                      <w:fldChar w:fldCharType="end"/>
                    </w:r>
                    <w:r w:rsidR="00C13623">
                      <w:t>Atlanta, GA 30303-1775, USA</w:t>
                    </w:r>
                  </w:p>
                  <w:p w14:paraId="3EAD111E" w14:textId="77777777" w:rsidR="00B50518" w:rsidRDefault="00B50518" w:rsidP="00B50518">
                    <w:pPr>
                      <w:pStyle w:val="LtrHdrBlock"/>
                      <w:rPr>
                        <w:szCs w:val="16"/>
                      </w:rPr>
                    </w:pPr>
                    <w:r w:rsidRPr="00E21B69">
                      <w:rPr>
                        <w:szCs w:val="16"/>
                      </w:rPr>
                      <w:t xml:space="preserve">Office: </w:t>
                    </w:r>
                    <w:r w:rsidR="00164A39">
                      <w:rPr>
                        <w:szCs w:val="16"/>
                      </w:rPr>
                      <w:fldChar w:fldCharType="begin"/>
                    </w:r>
                    <w:r w:rsidR="00C13623">
                      <w:rPr>
                        <w:szCs w:val="16"/>
                      </w:rPr>
                      <w:instrText>_Phone1::L</w:instrText>
                    </w:r>
                    <w:r w:rsidR="00164A39">
                      <w:rPr>
                        <w:szCs w:val="16"/>
                      </w:rPr>
                      <w:fldChar w:fldCharType="separate"/>
                    </w:r>
                    <w:r w:rsidR="00C13623">
                      <w:rPr>
                        <w:szCs w:val="16"/>
                      </w:rPr>
                      <w:t xml:space="preserve"> </w:t>
                    </w:r>
                    <w:r w:rsidR="00164A39">
                      <w:rPr>
                        <w:szCs w:val="16"/>
                      </w:rPr>
                      <w:fldChar w:fldCharType="end"/>
                    </w:r>
                    <w:r w:rsidR="00C13623">
                      <w:rPr>
                        <w:szCs w:val="16"/>
                      </w:rPr>
                      <w:t>404.954.5000</w:t>
                    </w:r>
                  </w:p>
                  <w:p w14:paraId="1076801F" w14:textId="77777777" w:rsidR="003F16FE" w:rsidRPr="00E21B69" w:rsidRDefault="003F16FE" w:rsidP="00B50518">
                    <w:pPr>
                      <w:pStyle w:val="LtrHdrBlock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Fax: </w:t>
                    </w:r>
                    <w:r>
                      <w:rPr>
                        <w:szCs w:val="16"/>
                      </w:rPr>
                      <w:fldChar w:fldCharType="begin"/>
                    </w:r>
                    <w:r w:rsidR="00C13623">
                      <w:rPr>
                        <w:szCs w:val="16"/>
                      </w:rPr>
                      <w:instrText>_Phone2::L</w:instrText>
                    </w:r>
                    <w:r>
                      <w:rPr>
                        <w:szCs w:val="16"/>
                      </w:rPr>
                      <w:fldChar w:fldCharType="separate"/>
                    </w:r>
                    <w:r w:rsidR="00C13623">
                      <w:rPr>
                        <w:szCs w:val="16"/>
                      </w:rPr>
                      <w:t xml:space="preserve"> </w:t>
                    </w:r>
                    <w:r>
                      <w:rPr>
                        <w:szCs w:val="16"/>
                      </w:rPr>
                      <w:fldChar w:fldCharType="end"/>
                    </w:r>
                    <w:r w:rsidR="00C13623">
                      <w:rPr>
                        <w:szCs w:val="16"/>
                      </w:rPr>
                      <w:t>404.954.5020</w:t>
                    </w:r>
                  </w:p>
                  <w:p w14:paraId="2D1DDF08" w14:textId="77777777" w:rsidR="00B50518" w:rsidRPr="00E21B69" w:rsidRDefault="002272D8" w:rsidP="00B50518">
                    <w:pPr>
                      <w:pStyle w:val="LtrHdrBlock"/>
                    </w:pPr>
                    <w:r>
                      <w:fldChar w:fldCharType="begin"/>
                    </w:r>
                    <w:r w:rsidR="00C13623">
                      <w:instrText>_Website::L</w:instrText>
                    </w:r>
                    <w:r>
                      <w:fldChar w:fldCharType="separate"/>
                    </w:r>
                    <w:r w:rsidR="00C13623">
                      <w:t xml:space="preserve"> </w:t>
                    </w:r>
                    <w:r>
                      <w:fldChar w:fldCharType="end"/>
                    </w:r>
                    <w:r w:rsidR="00C13623">
                      <w:t>www.hallboothsmith.com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2E23CFE5" wp14:editId="2EEB5245">
              <wp:simplePos x="0" y="0"/>
              <wp:positionH relativeFrom="page">
                <wp:posOffset>3208655</wp:posOffset>
              </wp:positionH>
              <wp:positionV relativeFrom="page">
                <wp:posOffset>897255</wp:posOffset>
              </wp:positionV>
              <wp:extent cx="2112010" cy="93662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2010" cy="936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650115" w14:textId="77777777" w:rsidR="00B50518" w:rsidRPr="00BD67B5" w:rsidRDefault="00472F40" w:rsidP="00B50518">
                          <w:pPr>
                            <w:pStyle w:val="LtrHdrBlock"/>
                          </w:pPr>
                          <w:r>
                            <w:fldChar w:fldCharType="begin"/>
                          </w:r>
                          <w:r w:rsidR="00C13623">
                            <w:instrText>_AuthorName::A</w:instrText>
                          </w:r>
                          <w:r>
                            <w:fldChar w:fldCharType="separate"/>
                          </w:r>
                          <w:r w:rsidR="00C13623">
                            <w:t xml:space="preserve"> </w:t>
                          </w:r>
                          <w:r>
                            <w:fldChar w:fldCharType="end"/>
                          </w:r>
                          <w:r w:rsidR="00C13623">
                            <w:t>Joel L. McKie</w:t>
                          </w:r>
                        </w:p>
                        <w:p w14:paraId="1DE77067" w14:textId="77777777" w:rsidR="00B50518" w:rsidRPr="00BD67B5" w:rsidRDefault="003F16FE" w:rsidP="00B50518">
                          <w:pPr>
                            <w:pStyle w:val="LtrHdrBlock"/>
                          </w:pPr>
                          <w:r>
                            <w:t xml:space="preserve">Phone: </w:t>
                          </w:r>
                          <w:r w:rsidR="002272D8">
                            <w:fldChar w:fldCharType="begin"/>
                          </w:r>
                          <w:r w:rsidR="00C13623">
                            <w:instrText>_Phone::A</w:instrText>
                          </w:r>
                          <w:r w:rsidR="002272D8">
                            <w:fldChar w:fldCharType="separate"/>
                          </w:r>
                          <w:r w:rsidR="00C13623">
                            <w:t xml:space="preserve"> </w:t>
                          </w:r>
                          <w:r w:rsidR="002272D8">
                            <w:fldChar w:fldCharType="end"/>
                          </w:r>
                          <w:r w:rsidR="00C13623">
                            <w:t>404.954.5000</w:t>
                          </w:r>
                        </w:p>
                        <w:p w14:paraId="52CFD6DD" w14:textId="77777777" w:rsidR="00B50518" w:rsidRPr="00124627" w:rsidRDefault="00164A39" w:rsidP="00B50518">
                          <w:pPr>
                            <w:pStyle w:val="LtrHdrBlock"/>
                            <w:spacing w:after="320"/>
                            <w:rPr>
                              <w:spacing w:val="-5"/>
                            </w:rPr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C13623">
                            <w:rPr>
                              <w:spacing w:val="-5"/>
                            </w:rPr>
                            <w:instrText>_Email::A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13623"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 w:rsidR="00C13623">
                            <w:rPr>
                              <w:spacing w:val="-5"/>
                            </w:rPr>
                            <w:t>jmckie@hallboothsmith.com</w:t>
                          </w:r>
                        </w:p>
                        <w:p w14:paraId="0A72C603" w14:textId="77777777" w:rsidR="007E0EB7" w:rsidRDefault="00164A39" w:rsidP="00B50518">
                          <w:pPr>
                            <w:spacing w:line="160" w:lineRule="exact"/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="00C13623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instrText>_AdmittedIn::A</w:instrText>
                          </w: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3623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0231FE1" w14:textId="77777777" w:rsidR="007E0EB7" w:rsidRPr="00927E40" w:rsidRDefault="007E0EB7" w:rsidP="00B50518">
                          <w:pPr>
                            <w:spacing w:line="160" w:lineRule="exact"/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 w:rsidR="00C13623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instrText>_LtrTitle::A</w:instrText>
                          </w: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3623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23CFE5" id="Text Box 9" o:spid="_x0000_s1029" type="#_x0000_t202" style="position:absolute;margin-left:252.65pt;margin-top:70.65pt;width:166.3pt;height:7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" filled="f" stroked="f" strokeweight=".5pt">
              <v:textbox>
                <w:txbxContent>
                  <w:p w14:paraId="60650115" w14:textId="77777777" w:rsidR="00B50518" w:rsidRPr="00BD67B5" w:rsidRDefault="00472F40" w:rsidP="00B50518">
                    <w:pPr>
                      <w:pStyle w:val="LtrHdrBlock"/>
                    </w:pPr>
                    <w:r>
                      <w:fldChar w:fldCharType="begin"/>
                    </w:r>
                    <w:r w:rsidR="00C13623">
                      <w:instrText>_AuthorName::A</w:instrText>
                    </w:r>
                    <w:r>
                      <w:fldChar w:fldCharType="separate"/>
                    </w:r>
                    <w:r w:rsidR="00C13623">
                      <w:t xml:space="preserve"> </w:t>
                    </w:r>
                    <w:r>
                      <w:fldChar w:fldCharType="end"/>
                    </w:r>
                    <w:r w:rsidR="00C13623">
                      <w:t>Joel L. McKie</w:t>
                    </w:r>
                  </w:p>
                  <w:p w14:paraId="1DE77067" w14:textId="77777777" w:rsidR="00B50518" w:rsidRPr="00BD67B5" w:rsidRDefault="003F16FE" w:rsidP="00B50518">
                    <w:pPr>
                      <w:pStyle w:val="LtrHdrBlock"/>
                    </w:pPr>
                    <w:r>
                      <w:t xml:space="preserve">Phone: </w:t>
                    </w:r>
                    <w:r w:rsidR="002272D8">
                      <w:fldChar w:fldCharType="begin"/>
                    </w:r>
                    <w:r w:rsidR="00C13623">
                      <w:instrText>_Phone::A</w:instrText>
                    </w:r>
                    <w:r w:rsidR="002272D8">
                      <w:fldChar w:fldCharType="separate"/>
                    </w:r>
                    <w:r w:rsidR="00C13623">
                      <w:t xml:space="preserve"> </w:t>
                    </w:r>
                    <w:r w:rsidR="002272D8">
                      <w:fldChar w:fldCharType="end"/>
                    </w:r>
                    <w:r w:rsidR="00C13623">
                      <w:t>404.954.5000</w:t>
                    </w:r>
                  </w:p>
                  <w:p w14:paraId="52CFD6DD" w14:textId="77777777" w:rsidR="00B50518" w:rsidRPr="00124627" w:rsidRDefault="00164A39" w:rsidP="00B50518">
                    <w:pPr>
                      <w:pStyle w:val="LtrHdrBlock"/>
                      <w:spacing w:after="320"/>
                      <w:rPr>
                        <w:spacing w:val="-5"/>
                      </w:rPr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C13623">
                      <w:rPr>
                        <w:spacing w:val="-5"/>
                      </w:rPr>
                      <w:instrText>_Email::A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13623"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end"/>
                    </w:r>
                    <w:r w:rsidR="00C13623">
                      <w:rPr>
                        <w:spacing w:val="-5"/>
                      </w:rPr>
                      <w:t>jmckie@hallboothsmith.com</w:t>
                    </w:r>
                  </w:p>
                  <w:p w14:paraId="0A72C603" w14:textId="77777777" w:rsidR="007E0EB7" w:rsidRDefault="00164A39" w:rsidP="00B50518">
                    <w:pPr>
                      <w:spacing w:line="160" w:lineRule="exact"/>
                      <w:rPr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i/>
                        <w:iCs/>
                        <w:sz w:val="16"/>
                        <w:szCs w:val="16"/>
                      </w:rPr>
                      <w:fldChar w:fldCharType="begin"/>
                    </w:r>
                    <w:r w:rsidR="00C13623">
                      <w:rPr>
                        <w:i/>
                        <w:iCs/>
                        <w:sz w:val="16"/>
                        <w:szCs w:val="16"/>
                      </w:rPr>
                      <w:instrText>_AdmittedIn::A</w:instrText>
                    </w:r>
                    <w:r>
                      <w:rPr>
                        <w:i/>
                        <w:iCs/>
                        <w:sz w:val="16"/>
                        <w:szCs w:val="16"/>
                      </w:rPr>
                      <w:fldChar w:fldCharType="separate"/>
                    </w:r>
                    <w:r w:rsidR="00C13623">
                      <w:rPr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/>
                        <w:iCs/>
                        <w:sz w:val="16"/>
                        <w:szCs w:val="16"/>
                      </w:rPr>
                      <w:fldChar w:fldCharType="end"/>
                    </w:r>
                  </w:p>
                  <w:p w14:paraId="70231FE1" w14:textId="77777777" w:rsidR="007E0EB7" w:rsidRPr="00927E40" w:rsidRDefault="007E0EB7" w:rsidP="00B50518">
                    <w:pPr>
                      <w:spacing w:line="160" w:lineRule="exact"/>
                      <w:rPr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i/>
                        <w:iCs/>
                        <w:sz w:val="16"/>
                        <w:szCs w:val="16"/>
                      </w:rPr>
                      <w:fldChar w:fldCharType="begin"/>
                    </w:r>
                    <w:r w:rsidR="00C13623">
                      <w:rPr>
                        <w:i/>
                        <w:iCs/>
                        <w:sz w:val="16"/>
                        <w:szCs w:val="16"/>
                      </w:rPr>
                      <w:instrText>_LtrTitle::A</w:instrText>
                    </w:r>
                    <w:r>
                      <w:rPr>
                        <w:i/>
                        <w:iCs/>
                        <w:sz w:val="16"/>
                        <w:szCs w:val="16"/>
                      </w:rPr>
                      <w:fldChar w:fldCharType="separate"/>
                    </w:r>
                    <w:r w:rsidR="00C13623">
                      <w:rPr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/>
                        <w:i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1" layoutInCell="1" allowOverlap="1" wp14:anchorId="14BFDEE3" wp14:editId="1FD65853">
          <wp:simplePos x="0" y="0"/>
          <wp:positionH relativeFrom="page">
            <wp:posOffset>731520</wp:posOffset>
          </wp:positionH>
          <wp:positionV relativeFrom="page">
            <wp:posOffset>914400</wp:posOffset>
          </wp:positionV>
          <wp:extent cx="2377440" cy="411480"/>
          <wp:effectExtent l="0" t="0" r="3810" b="762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HRD Small 6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7D0721EB" wp14:editId="15AD364D">
              <wp:simplePos x="0" y="0"/>
              <wp:positionH relativeFrom="page">
                <wp:align>center</wp:align>
              </wp:positionH>
              <wp:positionV relativeFrom="page">
                <wp:posOffset>9290050</wp:posOffset>
              </wp:positionV>
              <wp:extent cx="630936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936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7937F3" id="Straight Connector 10" o:spid="_x0000_s1026" style="position:absolute;z-index:25167257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731.5pt" to="496.8pt,7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" strokecolor="#7f7f7f [1612]" strokeweight=".5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1" wp14:anchorId="3108DA40" wp14:editId="3BA99E85">
              <wp:simplePos x="1276350" y="647700"/>
              <wp:positionH relativeFrom="page">
                <wp:align>center</wp:align>
              </wp:positionH>
              <wp:positionV relativeFrom="page">
                <wp:posOffset>1371600</wp:posOffset>
              </wp:positionV>
              <wp:extent cx="6309360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936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F63C1" id="Straight Connector 11" o:spid="_x0000_s1026" style="position:absolute;z-index:251668480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108pt" to="496.8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" strokecolor="#7f7f7f [1612]" strokeweight="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7F7"/>
    <w:multiLevelType w:val="hybridMultilevel"/>
    <w:tmpl w:val="70E2037C"/>
    <w:lvl w:ilvl="0" w:tplc="F642CC56">
      <w:start w:val="1"/>
      <w:numFmt w:val="decimal"/>
      <w:pStyle w:val="1Body"/>
      <w:lvlText w:val="%1."/>
      <w:lvlJc w:val="left"/>
      <w:pPr>
        <w:ind w:left="0" w:firstLine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0893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drawingGridHorizontalSpacing w:val="9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^Address1" w:val="0030"/>
    <w:docVar w:name="^Address2" w:val="0031"/>
    <w:docVar w:name="^Address3" w:val="0032"/>
    <w:docVar w:name="^Address4" w:val="0033"/>
    <w:docVar w:name="^Address5" w:val="0034"/>
    <w:docVar w:name="^Address6" w:val="0035"/>
    <w:docVar w:name="^AdmittedIn" w:val="0053"/>
    <w:docVar w:name="^AuthorName" w:val="0033"/>
    <w:docVar w:name="^Email" w:val="0028"/>
    <w:docVar w:name="^EntityName" w:val="0023"/>
    <w:docVar w:name="^LtrAddressee" w:val="0010"/>
    <w:docVar w:name="^LtrDate" w:val="0011"/>
    <w:docVar w:name="^LtrDear" w:val="0012"/>
    <w:docVar w:name="^LtrEnd" w:val="0016"/>
    <w:docVar w:name="^LtrRE" w:val="0013"/>
    <w:docVar w:name="^LtrSecondPageHdr" w:val="0015"/>
    <w:docVar w:name="^LtrTitle" w:val="0048"/>
    <w:docVar w:name="^LtrVia" w:val="0014"/>
    <w:docVar w:name="^Phone" w:val="0038"/>
    <w:docVar w:name="^Phone1" w:val="0024"/>
    <w:docVar w:name="^Phone2" w:val="0025"/>
    <w:docVar w:name="^Phone3" w:val="0026"/>
    <w:docVar w:name="^SigBlock" w:val="0020"/>
    <w:docVar w:name="^Website" w:val="0029"/>
    <w:docVar w:name="_Address1::L" w:val=" "/>
    <w:docVar w:name="_Address2::L" w:val=" "/>
    <w:docVar w:name="_Address3::L" w:val=" "/>
    <w:docVar w:name="_Address4::L" w:val=" "/>
    <w:docVar w:name="_Address5::L" w:val=" "/>
    <w:docVar w:name="_Address6::L" w:val=" "/>
    <w:docVar w:name="_AdmittedIn::A" w:val=" "/>
    <w:docVar w:name="_AuthorName::A" w:val=" "/>
    <w:docVar w:name="_DocID" w:val="104646242.1"/>
    <w:docVar w:name="_DocPath" w:val="C:\Users\tbennett\AppData\Roaming\iManage\Work\Recent\3227.0002 SCANA Energy Marketing Inc.'s Regulated Division\Ltr to Tanner from McKie Re Enc Corrected Affidavit DN 55356 (12-05-23)(104646242.1).docx"/>
    <w:docVar w:name="_Email::A" w:val=" "/>
    <w:docVar w:name="_Email::L" w:val=" "/>
    <w:docVar w:name="_EntityName::L" w:val=" "/>
    <w:docVar w:name="_LtrAddressee::txt" w:val=" "/>
    <w:docVar w:name="_LtrDate::txt" w:val=" "/>
    <w:docVar w:name="_LtrDear::txt" w:val=" "/>
    <w:docVar w:name="_LtrEnd::txt" w:val=" "/>
    <w:docVar w:name="_LtrRE::txt" w:val=" "/>
    <w:docVar w:name="_LtrSecondPageHdr::txt" w:val=" "/>
    <w:docVar w:name="_LtrTitle::A" w:val=" "/>
    <w:docVar w:name="_LtrVia::txt" w:val=" "/>
    <w:docVar w:name="_MatterID" w:val="3227.0002"/>
    <w:docVar w:name="_Phone::A" w:val=" "/>
    <w:docVar w:name="_Phone1::L" w:val=" "/>
    <w:docVar w:name="_Phone2::L" w:val=" "/>
    <w:docVar w:name="_Phone3::L" w:val=" "/>
    <w:docVar w:name="_SigBlock::A" w:val=" "/>
    <w:docVar w:name="_Website::L" w:val=" "/>
    <w:docVar w:name="DocFootUniqueID" w:val="46749D71cb959a34Eca1"/>
  </w:docVars>
  <w:rsids>
    <w:rsidRoot w:val="00C13623"/>
    <w:rsid w:val="000111B7"/>
    <w:rsid w:val="00017219"/>
    <w:rsid w:val="00017E1A"/>
    <w:rsid w:val="00020897"/>
    <w:rsid w:val="00025637"/>
    <w:rsid w:val="00071E27"/>
    <w:rsid w:val="000851AC"/>
    <w:rsid w:val="000B4449"/>
    <w:rsid w:val="000C6086"/>
    <w:rsid w:val="000D320F"/>
    <w:rsid w:val="000D3E21"/>
    <w:rsid w:val="000D433C"/>
    <w:rsid w:val="000E3F70"/>
    <w:rsid w:val="001139E3"/>
    <w:rsid w:val="0011761D"/>
    <w:rsid w:val="00124627"/>
    <w:rsid w:val="001431F0"/>
    <w:rsid w:val="00151479"/>
    <w:rsid w:val="00154EB0"/>
    <w:rsid w:val="001609C7"/>
    <w:rsid w:val="00162108"/>
    <w:rsid w:val="00164A39"/>
    <w:rsid w:val="0018244E"/>
    <w:rsid w:val="001A3D28"/>
    <w:rsid w:val="001C6A73"/>
    <w:rsid w:val="002135B2"/>
    <w:rsid w:val="00220A97"/>
    <w:rsid w:val="002272D8"/>
    <w:rsid w:val="00253A2C"/>
    <w:rsid w:val="0026648F"/>
    <w:rsid w:val="0026762B"/>
    <w:rsid w:val="0029537F"/>
    <w:rsid w:val="002B1A12"/>
    <w:rsid w:val="002B54FE"/>
    <w:rsid w:val="003029A9"/>
    <w:rsid w:val="00303637"/>
    <w:rsid w:val="00305F33"/>
    <w:rsid w:val="00306DB4"/>
    <w:rsid w:val="00317D32"/>
    <w:rsid w:val="00326C0C"/>
    <w:rsid w:val="00360C1B"/>
    <w:rsid w:val="0036159F"/>
    <w:rsid w:val="00365BF8"/>
    <w:rsid w:val="003774D9"/>
    <w:rsid w:val="00382B73"/>
    <w:rsid w:val="003954D1"/>
    <w:rsid w:val="003A7746"/>
    <w:rsid w:val="003B4AE5"/>
    <w:rsid w:val="003B7D59"/>
    <w:rsid w:val="003C4B9E"/>
    <w:rsid w:val="003C6754"/>
    <w:rsid w:val="003D795B"/>
    <w:rsid w:val="003E49C8"/>
    <w:rsid w:val="003F16FE"/>
    <w:rsid w:val="003F1EFE"/>
    <w:rsid w:val="003F5B7C"/>
    <w:rsid w:val="00447839"/>
    <w:rsid w:val="00456A2E"/>
    <w:rsid w:val="00466FE0"/>
    <w:rsid w:val="00467637"/>
    <w:rsid w:val="00472F40"/>
    <w:rsid w:val="00477FB0"/>
    <w:rsid w:val="004B256E"/>
    <w:rsid w:val="004E07C5"/>
    <w:rsid w:val="00501076"/>
    <w:rsid w:val="00503A75"/>
    <w:rsid w:val="005241A2"/>
    <w:rsid w:val="00561FF9"/>
    <w:rsid w:val="00563155"/>
    <w:rsid w:val="0058053A"/>
    <w:rsid w:val="0058677A"/>
    <w:rsid w:val="005A3D4B"/>
    <w:rsid w:val="005B6749"/>
    <w:rsid w:val="005D7404"/>
    <w:rsid w:val="005E6E61"/>
    <w:rsid w:val="00656CA2"/>
    <w:rsid w:val="00683ABB"/>
    <w:rsid w:val="0069033E"/>
    <w:rsid w:val="006B50F4"/>
    <w:rsid w:val="006C235F"/>
    <w:rsid w:val="006D6CA5"/>
    <w:rsid w:val="006E624B"/>
    <w:rsid w:val="006F7D63"/>
    <w:rsid w:val="00704809"/>
    <w:rsid w:val="00704EE9"/>
    <w:rsid w:val="007153FB"/>
    <w:rsid w:val="00733F39"/>
    <w:rsid w:val="00742947"/>
    <w:rsid w:val="007737A3"/>
    <w:rsid w:val="00780E69"/>
    <w:rsid w:val="007B4B5E"/>
    <w:rsid w:val="007D1098"/>
    <w:rsid w:val="007E047E"/>
    <w:rsid w:val="007E0EB7"/>
    <w:rsid w:val="007F28F8"/>
    <w:rsid w:val="0084198F"/>
    <w:rsid w:val="008554D7"/>
    <w:rsid w:val="00867B9D"/>
    <w:rsid w:val="008702B6"/>
    <w:rsid w:val="008C5CA3"/>
    <w:rsid w:val="008D2224"/>
    <w:rsid w:val="008F6AD5"/>
    <w:rsid w:val="00905A90"/>
    <w:rsid w:val="00916DED"/>
    <w:rsid w:val="00921C84"/>
    <w:rsid w:val="00927E40"/>
    <w:rsid w:val="00930059"/>
    <w:rsid w:val="0094219C"/>
    <w:rsid w:val="009537D1"/>
    <w:rsid w:val="00966F43"/>
    <w:rsid w:val="00980D2B"/>
    <w:rsid w:val="009A129C"/>
    <w:rsid w:val="009B53AF"/>
    <w:rsid w:val="009B708C"/>
    <w:rsid w:val="009C35B9"/>
    <w:rsid w:val="009C60F6"/>
    <w:rsid w:val="009D3C2B"/>
    <w:rsid w:val="009F6064"/>
    <w:rsid w:val="00A020FC"/>
    <w:rsid w:val="00A105F6"/>
    <w:rsid w:val="00A30084"/>
    <w:rsid w:val="00A857B1"/>
    <w:rsid w:val="00A92157"/>
    <w:rsid w:val="00AA2027"/>
    <w:rsid w:val="00AB5C35"/>
    <w:rsid w:val="00AC2C56"/>
    <w:rsid w:val="00B236CF"/>
    <w:rsid w:val="00B361EB"/>
    <w:rsid w:val="00B457FD"/>
    <w:rsid w:val="00B50518"/>
    <w:rsid w:val="00B90C54"/>
    <w:rsid w:val="00B915DD"/>
    <w:rsid w:val="00B96FA1"/>
    <w:rsid w:val="00BD243C"/>
    <w:rsid w:val="00BD67B5"/>
    <w:rsid w:val="00C13623"/>
    <w:rsid w:val="00C30AD6"/>
    <w:rsid w:val="00C338E8"/>
    <w:rsid w:val="00C50E95"/>
    <w:rsid w:val="00C65D77"/>
    <w:rsid w:val="00C86409"/>
    <w:rsid w:val="00C86BE3"/>
    <w:rsid w:val="00C93273"/>
    <w:rsid w:val="00CB15B8"/>
    <w:rsid w:val="00CC7453"/>
    <w:rsid w:val="00D13EFB"/>
    <w:rsid w:val="00D24091"/>
    <w:rsid w:val="00D267FB"/>
    <w:rsid w:val="00D343AE"/>
    <w:rsid w:val="00D93026"/>
    <w:rsid w:val="00DA5878"/>
    <w:rsid w:val="00DA5CC1"/>
    <w:rsid w:val="00DD1A83"/>
    <w:rsid w:val="00DE0678"/>
    <w:rsid w:val="00E02982"/>
    <w:rsid w:val="00E21B69"/>
    <w:rsid w:val="00E33326"/>
    <w:rsid w:val="00E42FF8"/>
    <w:rsid w:val="00E5287E"/>
    <w:rsid w:val="00E60AF9"/>
    <w:rsid w:val="00E93EE8"/>
    <w:rsid w:val="00EE1B46"/>
    <w:rsid w:val="00F03B6C"/>
    <w:rsid w:val="00F15F63"/>
    <w:rsid w:val="00F221AB"/>
    <w:rsid w:val="00F2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E49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Segoe UI Semilight"/>
        <w:sz w:val="18"/>
        <w:szCs w:val="1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D6CA5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5"/>
    <w:qFormat/>
    <w:rsid w:val="00C86B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A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48F"/>
  </w:style>
  <w:style w:type="paragraph" w:styleId="Footer">
    <w:name w:val="footer"/>
    <w:basedOn w:val="Normal"/>
    <w:link w:val="FooterChar"/>
    <w:uiPriority w:val="99"/>
    <w:unhideWhenUsed/>
    <w:rsid w:val="003F5B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B7C"/>
  </w:style>
  <w:style w:type="character" w:styleId="Hyperlink">
    <w:name w:val="Hyperlink"/>
    <w:basedOn w:val="DefaultParagraphFont"/>
    <w:uiPriority w:val="99"/>
    <w:unhideWhenUsed/>
    <w:rsid w:val="00BD6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7B5"/>
    <w:rPr>
      <w:color w:val="605E5C"/>
      <w:shd w:val="clear" w:color="auto" w:fill="E1DFDD"/>
    </w:rPr>
  </w:style>
  <w:style w:type="paragraph" w:customStyle="1" w:styleId="LtrBody">
    <w:name w:val="Ltr Body"/>
    <w:basedOn w:val="Normal"/>
    <w:uiPriority w:val="3"/>
    <w:qFormat/>
    <w:rsid w:val="00020897"/>
    <w:pPr>
      <w:spacing w:after="240"/>
      <w:ind w:firstLine="720"/>
      <w:jc w:val="both"/>
    </w:pPr>
  </w:style>
  <w:style w:type="paragraph" w:customStyle="1" w:styleId="LtrNormal">
    <w:name w:val="Ltr Normal"/>
    <w:basedOn w:val="Normal"/>
    <w:uiPriority w:val="1"/>
    <w:qFormat/>
    <w:rsid w:val="000B4449"/>
  </w:style>
  <w:style w:type="paragraph" w:customStyle="1" w:styleId="LtrHdrBlock">
    <w:name w:val="Ltr HdrBlock"/>
    <w:uiPriority w:val="8"/>
    <w:rsid w:val="005B6749"/>
    <w:pPr>
      <w:spacing w:after="0" w:line="160" w:lineRule="exact"/>
    </w:pPr>
    <w:rPr>
      <w:sz w:val="14"/>
    </w:rPr>
  </w:style>
  <w:style w:type="paragraph" w:customStyle="1" w:styleId="LtrFtrCtr">
    <w:name w:val="Ltr Ftr Ctr"/>
    <w:uiPriority w:val="7"/>
    <w:rsid w:val="00742947"/>
    <w:pPr>
      <w:spacing w:after="100" w:line="240" w:lineRule="auto"/>
      <w:jc w:val="center"/>
    </w:pPr>
  </w:style>
  <w:style w:type="character" w:customStyle="1" w:styleId="Heading1Char">
    <w:name w:val="Heading 1 Char"/>
    <w:basedOn w:val="DefaultParagraphFont"/>
    <w:link w:val="Heading1"/>
    <w:uiPriority w:val="5"/>
    <w:rsid w:val="00C86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trHdr2">
    <w:name w:val="Ltr Hdr2"/>
    <w:basedOn w:val="LtrNormal"/>
    <w:rsid w:val="007E047E"/>
    <w:pPr>
      <w:spacing w:before="240"/>
      <w:contextualSpacing/>
    </w:pPr>
  </w:style>
  <w:style w:type="paragraph" w:customStyle="1" w:styleId="Body">
    <w:name w:val="Body"/>
    <w:basedOn w:val="Normal"/>
    <w:uiPriority w:val="1"/>
    <w:qFormat/>
    <w:rsid w:val="009D3C2B"/>
    <w:pPr>
      <w:spacing w:before="240"/>
      <w:ind w:firstLine="720"/>
      <w:jc w:val="both"/>
    </w:pPr>
    <w:rPr>
      <w:rFonts w:eastAsia="Calibri" w:cs="Times New Roman"/>
      <w:szCs w:val="20"/>
    </w:rPr>
  </w:style>
  <w:style w:type="paragraph" w:customStyle="1" w:styleId="1Body">
    <w:name w:val="1.Body"/>
    <w:basedOn w:val="Normal"/>
    <w:qFormat/>
    <w:rsid w:val="00B236CF"/>
    <w:pPr>
      <w:numPr>
        <w:numId w:val="1"/>
      </w:numPr>
      <w:spacing w:before="240"/>
      <w:jc w:val="both"/>
    </w:pPr>
    <w:rPr>
      <w:rFonts w:eastAsia="Calibri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Umbu\Ltr_HBS_w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5851E-5FFB-41FC-AB17-F477C7C7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Ltr_HBS_w14.dotx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2023-12-06T16:39:00Z</dcterms:created>
  <dcterms:modified xsi:type="dcterms:W3CDTF">2023-12-06T16:39:00Z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TXDocID">
    <vt:lpwstr>\\hbsfs01\Programs\WTX_Umbu\Tmplt\Ltr_HBS_w14.dotx</vt:lpwstr>
  </property>
  <property fmtid="{D5CDD505-2E9C-101B-9397-08002B2CF9AE}" pid="3" name="WTXDocPath">
    <vt:lpwstr>Ltr_HBS_w14.dotx</vt:lpwstr>
  </property>
  <property fmtid="{D5CDD505-2E9C-101B-9397-08002B2CF9AE}" pid="4" name="WTXMatterID">
    <vt:lpwstr/>
  </property>
</Properties>
</file>