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pgDate"/>
        <w:id w:val="828480725"/>
        <w:placeholder>
          <w:docPart w:val="98709CB612B94D64B5459E5B01EB2F1A"/>
        </w:placeholder>
        <w:date w:fullDate="2022-01-14T00:00:00Z">
          <w:dateFormat w:val="MMMM d, yyyy"/>
          <w:lid w:val="en-US"/>
          <w:storeMappedDataAs w:val="text"/>
          <w:calendar w:val="gregorian"/>
        </w:date>
      </w:sdtPr>
      <w:sdtEndPr/>
      <w:sdtContent>
        <w:p w:rsidR="00896ECA" w:rsidRDefault="003A4DD4" w:rsidP="00896ECA">
          <w:pPr>
            <w:pStyle w:val="Date"/>
          </w:pPr>
          <w:r>
            <w:t>January 14, 2022</w:t>
          </w:r>
        </w:p>
      </w:sdtContent>
    </w:sdt>
    <w:sdt>
      <w:sdtPr>
        <w:alias w:val="pgDeliveryMethods"/>
        <w:id w:val="501887011"/>
        <w:placeholder>
          <w:docPart w:val="8A765F062D794BE38ABDAC705915E817"/>
        </w:placeholder>
      </w:sdtPr>
      <w:sdtEndPr/>
      <w:sdtContent>
        <w:bookmarkStart w:id="0" w:name="DeliveryMethods" w:displacedByCustomXml="prev"/>
        <w:p w:rsidR="00896ECA" w:rsidRDefault="008666FC" w:rsidP="008666FC">
          <w:pPr>
            <w:pStyle w:val="DeliveryMethods"/>
          </w:pPr>
          <w:r>
            <w:t xml:space="preserve">Via </w:t>
          </w:r>
          <w:r w:rsidR="006202F4">
            <w:t>Alternative Electronic Filing</w:t>
          </w:r>
        </w:p>
        <w:bookmarkEnd w:id="0" w:displacedByCustomXml="next"/>
      </w:sdtContent>
    </w:sdt>
    <w:tbl>
      <w:tblPr>
        <w:tblW w:w="14655" w:type="dxa"/>
        <w:tblLayout w:type="fixed"/>
        <w:tblCellMar>
          <w:left w:w="0" w:type="dxa"/>
          <w:bottom w:w="216" w:type="dxa"/>
          <w:right w:w="115" w:type="dxa"/>
        </w:tblCellMar>
        <w:tblLook w:val="0000" w:firstRow="0" w:lastRow="0" w:firstColumn="0" w:lastColumn="0" w:noHBand="0" w:noVBand="0"/>
      </w:tblPr>
      <w:tblGrid>
        <w:gridCol w:w="4885"/>
        <w:gridCol w:w="4885"/>
        <w:gridCol w:w="4885"/>
      </w:tblGrid>
      <w:tr w:rsidR="009E71A5" w:rsidTr="009E71A5">
        <w:trPr>
          <w:cantSplit/>
        </w:trPr>
        <w:tc>
          <w:tcPr>
            <w:tcW w:w="4885" w:type="dxa"/>
          </w:tcPr>
          <w:sdt>
            <w:sdtPr>
              <w:alias w:val="pgAddress"/>
              <w:tag w:val="pcgAddress"/>
              <w:id w:val="50158704"/>
              <w:lock w:val="sdtContentLocked"/>
              <w:placeholder>
                <w:docPart w:val="C7322D12B2CA43D1B01A2BD73AE79846"/>
              </w:placeholder>
            </w:sdtPr>
            <w:sdtContent>
              <w:p w:rsidR="009E71A5" w:rsidRDefault="009E71A5" w:rsidP="006D0AFB">
                <w:pPr>
                  <w:pStyle w:val="Address"/>
                </w:pPr>
                <w:r>
                  <w:t>Sallie Tanner</w:t>
                </w:r>
                <w:r>
                  <w:br/>
                  <w:t>Executive Secretary</w:t>
                </w:r>
                <w:r>
                  <w:br/>
                  <w:t>Georgia Public Service Commission</w:t>
                </w:r>
                <w:r>
                  <w:br/>
                  <w:t>244 Washington Street, SW</w:t>
                </w:r>
                <w:r>
                  <w:br/>
                  <w:t>Atlanta, GA 30334</w:t>
                </w:r>
              </w:p>
            </w:sdtContent>
          </w:sdt>
        </w:tc>
        <w:tc>
          <w:tcPr>
            <w:tcW w:w="4885" w:type="dxa"/>
          </w:tcPr>
          <w:p w:rsidR="009E71A5" w:rsidRDefault="009E71A5" w:rsidP="009E71A5">
            <w:pPr>
              <w:pStyle w:val="Address"/>
            </w:pPr>
            <w:r>
              <w:t>Nancy G. Gibson</w:t>
            </w:r>
            <w:r>
              <w:br/>
              <w:t>Hearing Officer</w:t>
            </w:r>
            <w:r>
              <w:br/>
              <w:t>Georgia Public Service Commission</w:t>
            </w:r>
            <w:r>
              <w:br/>
              <w:t>244 Washington Street, SW</w:t>
            </w:r>
            <w:r>
              <w:br/>
              <w:t>Atlanta, GA 30334</w:t>
            </w:r>
          </w:p>
        </w:tc>
        <w:tc>
          <w:tcPr>
            <w:tcW w:w="4885" w:type="dxa"/>
          </w:tcPr>
          <w:p w:rsidR="009E71A5" w:rsidRDefault="009E71A5" w:rsidP="00E2416E">
            <w:pPr>
              <w:pStyle w:val="Address"/>
            </w:pPr>
          </w:p>
        </w:tc>
      </w:tr>
    </w:tbl>
    <w:p w:rsidR="009E71A5" w:rsidRDefault="009E71A5" w:rsidP="009E71A5">
      <w:pPr>
        <w:pStyle w:val="ReLine"/>
        <w:spacing w:after="120"/>
        <w:rPr>
          <w:b/>
        </w:rPr>
      </w:pPr>
      <w:bookmarkStart w:id="1" w:name="lblRe"/>
    </w:p>
    <w:p w:rsidR="00896ECA" w:rsidRPr="00CD40E3" w:rsidRDefault="00422873" w:rsidP="00B45D03">
      <w:pPr>
        <w:pStyle w:val="ReLine"/>
        <w:rPr>
          <w:b/>
        </w:rPr>
      </w:pPr>
      <w:r w:rsidRPr="00CD40E3">
        <w:rPr>
          <w:b/>
        </w:rPr>
        <w:t>R</w:t>
      </w:r>
      <w:r w:rsidR="00896ECA" w:rsidRPr="00CD40E3">
        <w:rPr>
          <w:b/>
        </w:rPr>
        <w:t>e:</w:t>
      </w:r>
      <w:bookmarkEnd w:id="1"/>
      <w:r w:rsidR="00896ECA" w:rsidRPr="00CD40E3">
        <w:rPr>
          <w:b/>
        </w:rPr>
        <w:tab/>
      </w:r>
      <w:sdt>
        <w:sdtPr>
          <w:rPr>
            <w:b/>
          </w:rPr>
          <w:alias w:val="pgRELine"/>
          <w:id w:val="501887021"/>
          <w:placeholder>
            <w:docPart w:val="02F72073E2644263B3CCE4DB8CEFC316"/>
          </w:placeholder>
        </w:sdtPr>
        <w:sdtEndPr/>
        <w:sdtContent>
          <w:bookmarkStart w:id="2" w:name="RELine"/>
          <w:r w:rsidR="008666FC" w:rsidRPr="00FD4E7D">
            <w:rPr>
              <w:b/>
            </w:rPr>
            <w:t xml:space="preserve">Docket No. 43899 Sawnee Electric Membership Corporation v. Georgia Power Company </w:t>
          </w:r>
          <w:bookmarkEnd w:id="2"/>
        </w:sdtContent>
      </w:sdt>
    </w:p>
    <w:sdt>
      <w:sdtPr>
        <w:alias w:val="pgSalutation"/>
        <w:id w:val="501887029"/>
        <w:placeholder>
          <w:docPart w:val="78F2C467A6274313ACF7EA1B8BE1EF0E"/>
        </w:placeholder>
      </w:sdtPr>
      <w:sdtEndPr/>
      <w:sdtContent>
        <w:bookmarkStart w:id="3" w:name="Salutation" w:displacedByCustomXml="prev"/>
        <w:p w:rsidR="00896ECA" w:rsidRDefault="008666FC" w:rsidP="008666FC">
          <w:pPr>
            <w:pStyle w:val="Salutation"/>
          </w:pPr>
          <w:r>
            <w:t xml:space="preserve">Dear </w:t>
          </w:r>
          <w:r w:rsidR="006D0AFB">
            <w:t>Ms. Tanner</w:t>
          </w:r>
          <w:r>
            <w:t>:</w:t>
          </w:r>
        </w:p>
        <w:bookmarkEnd w:id="3" w:displacedByCustomXml="next"/>
      </w:sdtContent>
    </w:sdt>
    <w:p w:rsidR="005D60DB" w:rsidRDefault="005D60DB" w:rsidP="005D60DB">
      <w:pPr>
        <w:autoSpaceDE w:val="0"/>
        <w:autoSpaceDN w:val="0"/>
        <w:ind w:firstLine="720"/>
        <w:jc w:val="both"/>
      </w:pPr>
      <w:r>
        <w:t xml:space="preserve">Enclosed </w:t>
      </w:r>
      <w:r w:rsidR="00362A4A">
        <w:t>for filing please find</w:t>
      </w:r>
      <w:r w:rsidR="004674DF">
        <w:t>:</w:t>
      </w:r>
      <w:r w:rsidR="00F45762">
        <w:t xml:space="preserve"> </w:t>
      </w:r>
      <w:r w:rsidR="00362A4A">
        <w:t xml:space="preserve">(1) </w:t>
      </w:r>
      <w:r w:rsidR="003A4DD4">
        <w:t>Electrify America, LLC’s Opposition to Sawnee EMC’s Objection</w:t>
      </w:r>
      <w:r w:rsidR="00362A4A">
        <w:t>s</w:t>
      </w:r>
      <w:r w:rsidR="003A4DD4">
        <w:t xml:space="preserve"> to the Pre-Filed Direct Testimony of Jigar J. Shah</w:t>
      </w:r>
      <w:r w:rsidR="004674DF">
        <w:t>;</w:t>
      </w:r>
      <w:r w:rsidR="003A4DD4">
        <w:t xml:space="preserve"> and </w:t>
      </w:r>
      <w:r w:rsidR="00362A4A">
        <w:t xml:space="preserve">(2) </w:t>
      </w:r>
      <w:r w:rsidR="004674DF">
        <w:t>L</w:t>
      </w:r>
      <w:r w:rsidR="003A4DD4">
        <w:t xml:space="preserve">etter in </w:t>
      </w:r>
      <w:r w:rsidR="004674DF">
        <w:t>S</w:t>
      </w:r>
      <w:r w:rsidR="003A4DD4">
        <w:t>upport</w:t>
      </w:r>
      <w:r w:rsidR="004674DF">
        <w:t xml:space="preserve"> of </w:t>
      </w:r>
      <w:r w:rsidR="004674DF" w:rsidRPr="004674DF">
        <w:t>Georgia Power Company’s Request for Issuance of Subpoena</w:t>
      </w:r>
      <w:r>
        <w:t xml:space="preserve">. </w:t>
      </w:r>
      <w:r w:rsidR="003A4DD4">
        <w:t>A hard copy of the enclosed filing will be provided to the Georgia Public Service Commission in compliance with the Alternative Electronic Filing Procedure</w:t>
      </w:r>
      <w:r>
        <w:t>.</w:t>
      </w:r>
    </w:p>
    <w:p w:rsidR="00CD40E3" w:rsidRDefault="00CD40E3" w:rsidP="00CD40E3">
      <w:pPr>
        <w:pStyle w:val="BlockText"/>
        <w:ind w:firstLine="720"/>
      </w:pPr>
    </w:p>
    <w:sdt>
      <w:sdtPr>
        <w:alias w:val="pgClosing"/>
        <w:id w:val="501887044"/>
        <w:placeholder>
          <w:docPart w:val="6A73690E4E5340349D4DF379ABF754F4"/>
        </w:placeholder>
      </w:sdtPr>
      <w:sdtEndPr/>
      <w:sdtContent>
        <w:bookmarkStart w:id="4" w:name="Closing" w:displacedByCustomXml="prev"/>
        <w:p w:rsidR="00896ECA" w:rsidRDefault="008666FC" w:rsidP="008666FC">
          <w:pPr>
            <w:pStyle w:val="ClosingFirmName"/>
            <w:ind w:left="5310"/>
          </w:pPr>
          <w:r>
            <w:t>Sincerely yours,</w:t>
          </w:r>
        </w:p>
        <w:bookmarkEnd w:id="4" w:displacedByCustomXml="next"/>
      </w:sdtContent>
    </w:sdt>
    <w:p w:rsidR="0029540F" w:rsidRPr="0029540F" w:rsidRDefault="001332F1" w:rsidP="0029540F">
      <w:pPr>
        <w:pStyle w:val="FirmNameInSignature"/>
        <w:ind w:firstLine="5310"/>
      </w:pPr>
      <w:bookmarkStart w:id="5" w:name="FirmNameInSignature"/>
      <w:bookmarkStart w:id="6" w:name="_GoBack"/>
      <w:bookmarkEnd w:id="6"/>
      <w:r w:rsidRPr="00CD40E3">
        <w:rPr>
          <w:b/>
        </w:rPr>
        <w:t>HOLLAND &amp; KNIGHT LLP</w:t>
      </w:r>
      <w:bookmarkEnd w:id="5"/>
    </w:p>
    <w:sdt>
      <w:sdtPr>
        <w:alias w:val="pgFromSignature"/>
        <w:tag w:val="pcgFromSignature"/>
        <w:id w:val="501887049"/>
        <w:placeholder>
          <w:docPart w:val="56BFE1905D6D4215940B3683486A2944"/>
        </w:placeholder>
      </w:sdtPr>
      <w:sdtEndPr/>
      <w:sdtContent>
        <w:bookmarkStart w:id="7" w:name="FromSignature" w:displacedByCustomXml="prev"/>
        <w:p w:rsidR="00DD53FD" w:rsidRDefault="008666FC" w:rsidP="008666FC">
          <w:pPr>
            <w:pStyle w:val="Signature"/>
            <w:ind w:left="5310"/>
          </w:pPr>
          <w:r>
            <w:t>Robert S. Highsmith Jr.</w:t>
          </w:r>
        </w:p>
        <w:bookmarkEnd w:id="7" w:displacedByCustomXml="next"/>
      </w:sdtContent>
    </w:sdt>
    <w:sdt>
      <w:sdtPr>
        <w:alias w:val="pgInitials"/>
        <w:id w:val="50158715"/>
        <w:placeholder>
          <w:docPart w:val="7D042FCB1FE94B6FA80C3D4DA2F04679"/>
        </w:placeholder>
        <w:showingPlcHdr/>
      </w:sdtPr>
      <w:sdtEndPr/>
      <w:sdtContent>
        <w:p w:rsidR="00DD53FD" w:rsidRDefault="007925A0" w:rsidP="008666FC">
          <w:pPr>
            <w:pStyle w:val="Initials"/>
          </w:pPr>
        </w:p>
        <w:bookmarkStart w:id="8" w:name="Initials" w:displacedByCustomXml="next"/>
        <w:bookmarkEnd w:id="8" w:displacedByCustomXml="next"/>
      </w:sdtContent>
    </w:sdt>
    <w:sdt>
      <w:sdtPr>
        <w:alias w:val="pgEnclosure"/>
        <w:id w:val="50158713"/>
        <w:placeholder>
          <w:docPart w:val="DA7BB90DAA90400586375EB87710F877"/>
        </w:placeholder>
        <w:showingPlcHdr/>
      </w:sdtPr>
      <w:sdtEndPr/>
      <w:sdtContent>
        <w:p w:rsidR="00DD53FD" w:rsidRDefault="007925A0" w:rsidP="008666FC">
          <w:pPr>
            <w:pStyle w:val="enclosure"/>
          </w:pPr>
        </w:p>
        <w:bookmarkStart w:id="9" w:name="Enclosure" w:displacedByCustomXml="next"/>
        <w:bookmarkEnd w:id="9" w:displacedByCustomXml="next"/>
      </w:sdtContent>
    </w:sdt>
    <w:sdt>
      <w:sdtPr>
        <w:alias w:val="pgCc"/>
        <w:tag w:val="pcgCc"/>
        <w:id w:val="50158708"/>
        <w:lock w:val="sdtContentLocked"/>
        <w:placeholder>
          <w:docPart w:val="E435E61D98A041B583DA687B7511CB8E"/>
        </w:placeholder>
        <w:showingPlcHdr/>
      </w:sdtPr>
      <w:sdtEndPr/>
      <w:sdtContent>
        <w:p w:rsidR="00DD53FD" w:rsidRDefault="007925A0" w:rsidP="0002554C">
          <w:pPr>
            <w:pStyle w:val="cc"/>
          </w:pPr>
        </w:p>
        <w:bookmarkStart w:id="10" w:name="cc" w:displacedByCustomXml="next"/>
        <w:bookmarkEnd w:id="10" w:displacedByCustomXml="next"/>
      </w:sdtContent>
    </w:sdt>
    <w:p w:rsidR="009E71A5" w:rsidRDefault="009E71A5" w:rsidP="009E71A5">
      <w:pPr>
        <w:pStyle w:val="cc"/>
        <w:ind w:left="0" w:firstLine="0"/>
      </w:pPr>
    </w:p>
    <w:p w:rsidR="00DD53FD" w:rsidRDefault="009E71A5" w:rsidP="0002554C">
      <w:r>
        <w:t>Enclosures</w:t>
      </w:r>
    </w:p>
    <w:bookmarkStart w:id="11" w:name="bcc" w:displacedByCustomXml="next"/>
    <w:bookmarkEnd w:id="11" w:displacedByCustomXml="next"/>
    <w:sdt>
      <w:sdtPr>
        <w:alias w:val="pgBcc"/>
        <w:tag w:val="pcgBcc"/>
        <w:id w:val="50158723"/>
        <w:lock w:val="sdtContentLocked"/>
        <w:placeholder>
          <w:docPart w:val="3B72502A63E74F3B997CA1A69EF82F84"/>
        </w:placeholder>
        <w:showingPlcHdr/>
      </w:sdtPr>
      <w:sdtEndPr/>
      <w:sdtContent>
        <w:p w:rsidR="00DD53FD" w:rsidRDefault="007925A0" w:rsidP="0002554C">
          <w:pPr>
            <w:pStyle w:val="bcc"/>
          </w:pPr>
        </w:p>
      </w:sdtContent>
    </w:sdt>
    <w:p w:rsidR="00DD53FD" w:rsidRDefault="00DD53FD" w:rsidP="00DD53FD"/>
    <w:sectPr w:rsidR="00DD53FD" w:rsidSect="006937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80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D03" w:rsidRDefault="00B45D03" w:rsidP="005859E4">
      <w:r>
        <w:separator/>
      </w:r>
    </w:p>
  </w:endnote>
  <w:endnote w:type="continuationSeparator" w:id="0">
    <w:p w:rsidR="00B45D03" w:rsidRDefault="00B45D03" w:rsidP="0058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62" w:rsidRDefault="00F457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FE4" w:rsidRPr="00326814" w:rsidRDefault="004674DF" w:rsidP="00911FE4">
    <w:pPr>
      <w:pStyle w:val="Footer"/>
      <w:rPr>
        <w:rStyle w:val="DocID"/>
      </w:rPr>
    </w:pPr>
    <w:fldSimple w:instr=" DOCPROPERTY &quot;DOCID&quot; \* MERGEFORMAT ">
      <w:r w:rsidR="007925A0" w:rsidRPr="007925A0">
        <w:rPr>
          <w:rStyle w:val="DocID"/>
        </w:rPr>
        <w:t>#154380826_v1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ook w:val="04A0" w:firstRow="1" w:lastRow="0" w:firstColumn="1" w:lastColumn="0" w:noHBand="0" w:noVBand="1"/>
    </w:tblPr>
    <w:tblGrid>
      <w:gridCol w:w="9720"/>
    </w:tblGrid>
    <w:tr w:rsidR="008666FC" w:rsidTr="0029389B">
      <w:tc>
        <w:tcPr>
          <w:tcW w:w="9720" w:type="dxa"/>
          <w:tcMar>
            <w:left w:w="29" w:type="dxa"/>
            <w:right w:w="115" w:type="dxa"/>
          </w:tcMar>
        </w:tcPr>
        <w:p w:rsidR="008666FC" w:rsidRPr="00911FE4" w:rsidRDefault="008666FC" w:rsidP="00423C13">
          <w:pPr>
            <w:pStyle w:val="FooterOffices"/>
          </w:pPr>
          <w:r>
            <w:t>Atlanta | Austin | Boston | Charlotte | Chicago | Dallas | Denver | Fort Lauderdale | Fort Worth | Houston</w:t>
          </w:r>
          <w:r w:rsidR="00423C13">
            <w:t xml:space="preserve"> | Jacksonville | Los Angeles </w:t>
          </w:r>
          <w:r>
            <w:t>Miami | New York | Orange County | Orlando | Philadelphia | Portland</w:t>
          </w:r>
          <w:r w:rsidR="00423C13">
            <w:t xml:space="preserve"> | </w:t>
          </w:r>
          <w:r>
            <w:t xml:space="preserve">San Francisco | Stamford </w:t>
          </w:r>
          <w:r w:rsidR="00423C13">
            <w:t xml:space="preserve">| Tallahassee | Tampa | Tysons </w:t>
          </w:r>
          <w:r>
            <w:t xml:space="preserve"> Washington, D.C. | West Palm Beach</w:t>
          </w:r>
        </w:p>
      </w:tc>
    </w:tr>
  </w:tbl>
  <w:p w:rsidR="003E4238" w:rsidRPr="00911FE4" w:rsidRDefault="00D10876" w:rsidP="003E4238">
    <w:pPr>
      <w:pStyle w:val="Footer"/>
      <w:rPr>
        <w:rStyle w:val="DocID"/>
      </w:rPr>
    </w:pPr>
    <w:r>
      <w:rPr>
        <w:sz w:val="20"/>
      </w:rPr>
      <w:fldChar w:fldCharType="begin"/>
    </w:r>
    <w:r w:rsidR="003E4238">
      <w:rPr>
        <w:sz w:val="20"/>
      </w:rPr>
      <w:instrText xml:space="preserve"> If </w:instrText>
    </w:r>
    <w:r>
      <w:rPr>
        <w:sz w:val="20"/>
      </w:rPr>
      <w:fldChar w:fldCharType="begin"/>
    </w:r>
    <w:r w:rsidR="003E4238">
      <w:rPr>
        <w:sz w:val="20"/>
      </w:rPr>
      <w:instrText xml:space="preserve"> numpages </w:instrText>
    </w:r>
    <w:r>
      <w:rPr>
        <w:sz w:val="20"/>
      </w:rPr>
      <w:fldChar w:fldCharType="separate"/>
    </w:r>
    <w:r w:rsidR="007925A0">
      <w:rPr>
        <w:noProof/>
        <w:sz w:val="20"/>
      </w:rPr>
      <w:instrText>1</w:instrText>
    </w:r>
    <w:r>
      <w:rPr>
        <w:sz w:val="20"/>
      </w:rPr>
      <w:fldChar w:fldCharType="end"/>
    </w:r>
    <w:r w:rsidR="003E4238">
      <w:rPr>
        <w:sz w:val="20"/>
      </w:rPr>
      <w:instrText xml:space="preserve"> = 1 </w:instrText>
    </w:r>
    <w:r w:rsidR="007925A0">
      <w:fldChar w:fldCharType="begin"/>
    </w:r>
    <w:r w:rsidR="007925A0">
      <w:instrText xml:space="preserve"> DOCPROPERTY "DOCID" \* MERGEFORMAT </w:instrText>
    </w:r>
    <w:r w:rsidR="007925A0">
      <w:fldChar w:fldCharType="separate"/>
    </w:r>
    <w:r w:rsidR="007925A0" w:rsidRPr="007925A0">
      <w:rPr>
        <w:rStyle w:val="DocID"/>
      </w:rPr>
      <w:instrText>#154380826_v1</w:instrText>
    </w:r>
    <w:r w:rsidR="007925A0">
      <w:rPr>
        <w:rStyle w:val="DocID"/>
      </w:rPr>
      <w:fldChar w:fldCharType="end"/>
    </w:r>
    <w:r w:rsidR="003E4238">
      <w:instrText xml:space="preserve"> ""</w:instrText>
    </w:r>
    <w:r w:rsidR="003E4238">
      <w:rPr>
        <w:sz w:val="20"/>
      </w:rPr>
      <w:instrText xml:space="preserve"> </w:instrText>
    </w:r>
    <w:r w:rsidR="009E71A5">
      <w:rPr>
        <w:sz w:val="20"/>
      </w:rPr>
      <w:fldChar w:fldCharType="separate"/>
    </w:r>
    <w:r w:rsidR="007925A0" w:rsidRPr="007925A0">
      <w:rPr>
        <w:rStyle w:val="DocID"/>
        <w:noProof/>
      </w:rPr>
      <w:t>#154380826_v1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D03" w:rsidRDefault="00B45D03" w:rsidP="005859E4">
      <w:r>
        <w:separator/>
      </w:r>
    </w:p>
  </w:footnote>
  <w:footnote w:type="continuationSeparator" w:id="0">
    <w:p w:rsidR="00B45D03" w:rsidRDefault="00B45D03" w:rsidP="00585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62" w:rsidRDefault="00F457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BE9" w:rsidRDefault="006D0AFB" w:rsidP="006D0AFB">
    <w:pPr>
      <w:pStyle w:val="AddresseeNames"/>
    </w:pPr>
    <w:bookmarkStart w:id="12" w:name="AddresseeNames"/>
    <w:r>
      <w:t>Sallie Tanner</w:t>
    </w:r>
    <w:bookmarkEnd w:id="12"/>
  </w:p>
  <w:p w:rsidR="00C34BE9" w:rsidRDefault="00BB7DAA" w:rsidP="00C34BE9">
    <w:pPr>
      <w:pStyle w:val="DateInHeader"/>
    </w:pPr>
    <w:r>
      <w:fldChar w:fldCharType="begin"/>
    </w:r>
    <w:r>
      <w:instrText xml:space="preserve"> </w:instrText>
    </w:r>
    <w:r w:rsidR="00C9689A">
      <w:instrText>STYLE</w:instrText>
    </w:r>
    <w:r>
      <w:instrText xml:space="preserve">REF "Date" </w:instrText>
    </w:r>
    <w:r>
      <w:fldChar w:fldCharType="separate"/>
    </w:r>
    <w:r w:rsidR="007925A0">
      <w:rPr>
        <w:noProof/>
      </w:rPr>
      <w:t>January 14, 2022</w:t>
    </w:r>
    <w:r>
      <w:rPr>
        <w:noProof/>
      </w:rPr>
      <w:fldChar w:fldCharType="end"/>
    </w:r>
  </w:p>
  <w:p w:rsidR="00C34BE9" w:rsidRDefault="00C34BE9" w:rsidP="00C34BE9">
    <w:pPr>
      <w:pStyle w:val="PageNumberInHeader"/>
      <w:rPr>
        <w:rStyle w:val="PageNumber"/>
      </w:rPr>
    </w:pPr>
    <w:r>
      <w:t xml:space="preserve">Page </w:t>
    </w:r>
    <w:r w:rsidR="00D1087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10876">
      <w:rPr>
        <w:rStyle w:val="PageNumber"/>
      </w:rPr>
      <w:fldChar w:fldCharType="separate"/>
    </w:r>
    <w:r w:rsidR="009E71A5">
      <w:rPr>
        <w:rStyle w:val="PageNumber"/>
        <w:noProof/>
      </w:rPr>
      <w:t>2</w:t>
    </w:r>
    <w:r w:rsidR="00D10876">
      <w:rPr>
        <w:rStyle w:val="PageNumber"/>
      </w:rPr>
      <w:fldChar w:fldCharType="end"/>
    </w:r>
  </w:p>
  <w:p w:rsidR="00C34BE9" w:rsidRDefault="00C34BE9" w:rsidP="00C34BE9">
    <w:pPr>
      <w:pStyle w:val="Header"/>
    </w:pPr>
  </w:p>
  <w:p w:rsidR="00C34BE9" w:rsidRDefault="00C34BE9" w:rsidP="00C34B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60"/>
    </w:tblGrid>
    <w:tr w:rsidR="008666FC" w:rsidTr="00422873">
      <w:trPr>
        <w:trHeight w:val="1647"/>
      </w:trPr>
      <w:tc>
        <w:tcPr>
          <w:tcW w:w="5000" w:type="pct"/>
        </w:tcPr>
        <w:p w:rsidR="008666FC" w:rsidRDefault="008666FC" w:rsidP="00DD53FD">
          <w:pPr>
            <w:pStyle w:val="Logo"/>
          </w:pPr>
          <w:r>
            <w:rPr>
              <w:noProof/>
            </w:rPr>
            <w:drawing>
              <wp:inline distT="0" distB="0" distL="0" distR="0" wp14:anchorId="0ED4D4B7" wp14:editId="15F11F04">
                <wp:extent cx="2286000" cy="304800"/>
                <wp:effectExtent l="19050" t="0" r="0" b="0"/>
                <wp:docPr id="72" name="Picture 72" descr="HKLogo_WORD_20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KLogo_WORD_20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666FC" w:rsidRDefault="008666FC" w:rsidP="008666FC">
          <w:pPr>
            <w:pStyle w:val="LHAddress"/>
          </w:pPr>
          <w:bookmarkStart w:id="13" w:name="StreetAddress"/>
          <w:r>
            <w:t>1180 West Peachtree Street, Suite 1800</w:t>
          </w:r>
          <w:bookmarkEnd w:id="13"/>
          <w:r>
            <w:t xml:space="preserve"> | </w:t>
          </w:r>
          <w:bookmarkStart w:id="14" w:name="CityStateZip"/>
          <w:r>
            <w:t>Atlanta, GA 30309</w:t>
          </w:r>
          <w:bookmarkEnd w:id="14"/>
          <w:r>
            <w:t xml:space="preserve"> | T </w:t>
          </w:r>
          <w:bookmarkStart w:id="15" w:name="OfficePhone"/>
          <w:r>
            <w:t>404.817.8500</w:t>
          </w:r>
          <w:bookmarkEnd w:id="15"/>
          <w:r>
            <w:t xml:space="preserve"> | F </w:t>
          </w:r>
          <w:bookmarkStart w:id="16" w:name="OfficeFax"/>
          <w:r>
            <w:t>404.881.0470</w:t>
          </w:r>
          <w:bookmarkEnd w:id="16"/>
        </w:p>
        <w:p w:rsidR="008666FC" w:rsidRDefault="008666FC" w:rsidP="00C44AA2">
          <w:pPr>
            <w:pStyle w:val="LHAddress"/>
          </w:pPr>
          <w:r>
            <w:t>Holland &amp; Knight LLP | www.hklaw.com</w:t>
          </w:r>
        </w:p>
      </w:tc>
    </w:tr>
    <w:tr w:rsidR="008666FC" w:rsidTr="00422873">
      <w:trPr>
        <w:trHeight w:val="1053"/>
      </w:trPr>
      <w:tc>
        <w:tcPr>
          <w:tcW w:w="5000" w:type="pct"/>
        </w:tcPr>
        <w:p w:rsidR="008666FC" w:rsidRDefault="008666FC" w:rsidP="008666FC">
          <w:pPr>
            <w:pStyle w:val="AuthorNameLetterhead"/>
          </w:pPr>
          <w:bookmarkStart w:id="17" w:name="AuthorNameLetterhead"/>
          <w:r>
            <w:t>Robert S. Highsmith Jr.</w:t>
          </w:r>
          <w:bookmarkEnd w:id="17"/>
        </w:p>
        <w:p w:rsidR="008666FC" w:rsidRDefault="008666FC" w:rsidP="008666FC">
          <w:pPr>
            <w:pStyle w:val="AuthorInfoLetterhead"/>
          </w:pPr>
          <w:bookmarkStart w:id="18" w:name="AuthorInfoLetterhead"/>
          <w:r>
            <w:t>404-898-8012</w:t>
          </w:r>
          <w:r>
            <w:br/>
            <w:t>robert.highsmith@hklaw.com</w:t>
          </w:r>
          <w:bookmarkEnd w:id="18"/>
        </w:p>
        <w:p w:rsidR="008666FC" w:rsidRPr="00851AA1" w:rsidRDefault="008666FC" w:rsidP="00422873">
          <w:pPr>
            <w:pStyle w:val="AuthorInfoLetterhead"/>
          </w:pPr>
        </w:p>
      </w:tc>
    </w:tr>
  </w:tbl>
  <w:p w:rsidR="00DD53FD" w:rsidRPr="00B45D03" w:rsidRDefault="00DD53FD" w:rsidP="008666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C2C3C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2" w15:restartNumberingAfterBreak="0">
    <w:nsid w:val="FFFFFF80"/>
    <w:multiLevelType w:val="singleLevel"/>
    <w:tmpl w:val="940AD0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7C3461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0589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F6012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7" w15:restartNumberingAfterBreak="0">
    <w:nsid w:val="FFFFFF89"/>
    <w:multiLevelType w:val="singleLevel"/>
    <w:tmpl w:val="8E8E55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002FF9"/>
    <w:multiLevelType w:val="hybridMultilevel"/>
    <w:tmpl w:val="32F423A0"/>
    <w:lvl w:ilvl="0" w:tplc="1AA2FA5A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141586"/>
    <w:multiLevelType w:val="hybridMultilevel"/>
    <w:tmpl w:val="3F6EB712"/>
    <w:lvl w:ilvl="0" w:tplc="74AE98B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8"/>
  </w:num>
  <w:num w:numId="5">
    <w:abstractNumId w:val="16"/>
  </w:num>
  <w:num w:numId="6">
    <w:abstractNumId w:val="17"/>
  </w:num>
  <w:num w:numId="7">
    <w:abstractNumId w:val="11"/>
  </w:num>
  <w:num w:numId="8">
    <w:abstractNumId w:val="13"/>
  </w:num>
  <w:num w:numId="9">
    <w:abstractNumId w:val="10"/>
  </w:num>
  <w:num w:numId="10">
    <w:abstractNumId w:val="16"/>
  </w:num>
  <w:num w:numId="11">
    <w:abstractNumId w:val="17"/>
  </w:num>
  <w:num w:numId="12">
    <w:abstractNumId w:val="13"/>
  </w:num>
  <w:num w:numId="13">
    <w:abstractNumId w:val="11"/>
  </w:num>
  <w:num w:numId="14">
    <w:abstractNumId w:val="6"/>
  </w:num>
  <w:num w:numId="15">
    <w:abstractNumId w:val="6"/>
  </w:num>
  <w:num w:numId="16">
    <w:abstractNumId w:val="1"/>
  </w:num>
  <w:num w:numId="17">
    <w:abstractNumId w:val="1"/>
  </w:num>
  <w:num w:numId="18">
    <w:abstractNumId w:val="9"/>
  </w:num>
  <w:num w:numId="19">
    <w:abstractNumId w:val="7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llPagesExceptFirst" w:val="True"/>
    <w:docVar w:name="DocIDClientMatter" w:val="False"/>
    <w:docVar w:name="DocIDType" w:val="AllPagesExceptFirst"/>
    <w:docVar w:name="FormsAssistantDocData" w:val="ÎõíâåòÏæÓåîäåòó½±¼ü¾ÎõíâåòÏæÒåãéðéåîôó½±¼ü¾ÂìáîëÓåîäåò½Æáìóå¼ü¾ÄïãõíåîôÔùðå½Ìåôôåò¼ü¾ÌáîçõáçåÆïòÄïãõíåîô½ÕÓ Åîçìéóè¼ü¾ÏææéãåÌïãáôéïî½Áôìáîôá¼ü¾ÏææéãåÃïäå½ÁÔÌ¼ü¾ÒÅÌéîå½Äïãëåô Îï® ´³¸¹¹ Óá÷îåå Åìåãôòéã Íåíâåòóèéð Ãïòðïòáôéïî ö® Çåïòçéá Ðï÷åò Ãïíðáîù ­ Ðòå­Æéìåä Òåâõôôáì Ôåóôéíïîù ïæ Êéçáò Ê® Óèáè¼ü¾ÉîóåòôÁóÏæÄáôå½Æáìóå¼ü¾ÂìáîëÏõôÃìéåîôÍáôôåòÉîæïòíáôéïî½Æáìóå¼ü¾ÁõôïÐïðõìáôåÃìéåîôÍáôôåòÆòïíÄÍÓ½Æáìóå¼ü¾ÒåôõòîÔï½Âòéôá Â® Èááç¼ü¾ÒåôõòîÔïÃïîôáãôÎõíâåò½²±²®µ±³®³²°°¼ü¾ÄáôåÁóÆéåìä½Æáìóå¼ü¾ÅìåãôòïîéãÌåôôåòèåáä½Ôòõå¼ü¾ÌåôôåòèåáäÆïòíáô½±¼ü¾ÉîãìõäåÓåãïîäÐáçåÈåáäåò½Ôòõå¼ü¾ÓåãïîäÐáçåÈåáäåòÎáíåóÄåìéíéôåò½Òåôõòî ¨Ìéîå Âòåáë©¼ü¾ÂïäùÔåøôÌéîåÓðáãéîç½Óéîçìå¼ü¾ÐáðåòÓéúå½Ìåôôåò¼ü¾ÖéáÆáøÏîìù½Æáìóå¼ü¾ÍáéìÏòéçéîáì½Æáìóå¼ü¾ÁõôïÇõåóóÓáìõôáôéïî½Æáìóå¼ü¾ÉîæïòíáìÓáìõôáôéïî½Æáìóå¼ü¾ÍõìôéðìåÁääòåóóååóÉîÃïìõíîó½Æáìóå¼ü¾ÉîãìõäåÓáìõôáôéïî½Ôòõå¼ü¾Óáìõôáôéïî½Äåáò Íó® Ôáîîåòº¼ü¾ÄåìéöåòùÍåôèïäó½Öéá Áìôåòîáôéöå Åìåãôòïîéã Æéìéîç¼ü¾Ãìïóéîç½Óéîãåòåìù ùïõòó¬¼ü¾ÉîãìõäåÎáíåÉîÌåôôåòèåáä½Ôòõå¼ü¾ÉîãìõäåÄéòåãôÄéáìÉîÌåôôåòèåáä½Ôòõå¼ü¾ÉîãìõäåÏææéãåÐèïîåÉîÌåôôåòèåáä½Ôòõå¼ü¾ÉîãìõäåÄØÎõíâåòÉîÌåôôåòèåáä½Æáìóå¼ü¾ÉîãìõäåÄéòåãôÆáøÉîÌåôôåòèåáä½Ôòõå¼ü¾ÉîãìõäåÅÍáéìÉîÌåôôåòèåáä½Ôòõå¼ü¾ÅøôåòîáìÍåíï½Æáìóå¼ü¾ÐåòóïîáìÁîäÃïîæéäåîôéáì½Æáìóå¼ü¾Áôôïòîåù×ïòëÐòïäõãô½Æáìóå¼ü¾ÉîãìõäåÆéòíÎáíåÂåìï÷Óéçîáôõòå½Ôòõå¼ü¾ÎïÓåîäåòÆòïíÆéòí½Æáìóå¼ü¾ÉîãìõäåÔéôìå×éôèÓéçîáôõòå½Æáìóå¼ü¾ÉîãìõäåÄéçéôáìÓéçîáôõòå½Æáìóå¼ü¾ÉîãìõäåÇòáðèéãÌéîå½Æáìóå¼ü¾ÉîãìõäåÎáíåÁôÔïð½Ôòõå¼ü¾ÉîãìõäåÔéôìå×éôèÎáíåÁôÔïð½Æáìóå¼ü¾ÓåðáòáôåÃïöåòÓèååôó½Æáìóå¼ü¾ÏòéçéîáìÄïãõíåîôó½²¼ü¾ÂïäùÔåøôÉîäåîôåä½Æáìóå¼ü¾ÁìôåòîáôåÌåôôåò½Æáìóå¼ü¾ÓåðáòáôåÂÃÃó½Æáìóå¼ü¾ÓõððòåóóÂÃÃÐáçåÎõíâåòó½Æáìóå¼ü¾ÁôôáãèÆáøÄéóôòéâõôéïîÓèååô½Æáìóå¼ü¾ÁôôáãèÄéóôòéâõôéïîÌéóô½Æáìóå¼ü¾ÉîóåòôÄéóãìáéíåò½Æáìóå¼ü¾ÉîóåòôÔáøÄéóãìáéíåò½Æáìóå¼ü¾ÁääÂïøÁòïõîäÔáøÄéóãìáéíåò½Æáìóå¼ü¾ÐïóéôéïîÔáøÄéóãìáéíåòÔïð½Æáìóå¼ü¾ÉîóåòôÏðéîéïîÌåôôåòÔåøô½Æáìóå¼ü¾ÅìåãôòïîéãÌåôôåòèåáäÔåøôÈéääåî½Æáìóå¼ü¾ÅìåãôòïîéãÃïðéåó½Æáìóå¼ü¾ÉîãìõäåÁääéôéïîáìÃáóåÍáôôåòÉîæï½Æáìóå¼ü¾ÉÁÕóåòÃïîôáãôó½Ôòõå¼ü¾ÉîãìõäåÁôôåîôéïîÌéîå½Æáìóå¼ü¾ÍáôôåòÈáóÒåÌéîå½Æáìóå¼ü¾Óèï÷ÍáôôåòÒÅÌéîå½Æáìóå¼ü¾ÈéäåÂããÒåãéðó½Æáìóå¼ü¾ÂããÁôÅîäÏæÄïãõíåîô½Ôòõå¼ü¾ÃÃÁôÅîäÏæÄïãõíåîô½Æáìóå¼ü¾ÉîãìõäåÏðôéïîáì²îäÐáçåÌïçï½Æáìóå¼ü¾ÅîáâìåÃÃ½Ôòõå¼ü¾ÅîáâìåÂÃÃ½Ôòõå¼ü¾ÅîáâìåÏôèåòÒåãéðÔùðå½Æáìóå¼ü¾ÒåãéðéåîôÃïîôòïìóÄåáãôéöáôåä½Æáìóå¼ü¾ÉîóåòôÄòáæôÓôáíð½Æáìóå¼ü¾Ãïîæéòí½Æáìóå¼ü¾ÌåæôÁìéçîÓéçîáôõòåÂìïãë½Æáìóå¼ü¾ÓéçîáôõòåÂìïãëÓéäåÂùÓéäåÆïòíáô½Æáìóå¼ü¾ÒåóåáòãèÍåíï½Æáìóå¼ü¾ÃõóôÏðôéïî°½Æáìóå¼ü¾ÃõóôÏðôéïî±½Æáìóå¼ü¾ÃõóôÏðôéïî²½Æáìóå¼ü¾ÉîãìõäåÁìôåòîáôåÔéôìå×éôèÓéçîáôõòå½Æáìóå¼ü¾Îï²îäÐáçåÈåáäåò½Æáìóå¼ü¾ÉîãìõäåÒåÌéîåÉî²îäÐáçåÈåáäåò½Æáìóå¼ü¾ÈáîäÄåìéöåòùÔéíåÎååäåä½±¯±¯°°°± ±²º°°º°° ÁÍ¼ü¾ÈáîäÄåìéöåòùÔéíåÕòçåîãù½Õîäåæéîåä¼ü¾ÉóÃõóôïíÄòáæôÄáôåÔéíå½Æáìóå¼ü¾Òåãéôáì½ßÓèïòô"/>
    <w:docVar w:name="FormsAssistantRecipients" w:val="ÒåãéðéåîôÔùðåÉÄ½±¼ü¾ÒåãéðéåîôÔùðå½Ôï¼ü¾ÓïõòãåÏæÄáôá±½±¼ü¾ÆõììÎáíå½Óáììéå Ôáîîåò¼ü¾ÆéòóôÎáíå½Óáììéå¼ü¾ÌáóôÎáíå½Ôáîîåò¼ü¾Ðòïæåóóéïî½Åøåãõôéöå Óåãòåôáòù¼ü¾ÃïíðáîùÎáíå½Çåïòçéá Ðõâìéã Óåòöéãå Ãïííéóóéïî¼ü¾ÆõììÎáíåÁîäÃïíðáîùÎáíå½Óáììéå Ôáîîåò¬ Çåïòçéá Ðõâìéã Óåòöéãå Ãïííéóóéïî¼ü¾Áääòåóó½²´´ ×áóèéîçôïî Óôòååô¬ Ó×ŠÁôìáîôá¬ ÇÁ ³°³³´¼ü¾ÂõóéîåóóÃéôù½Áôìáîôá¼ü¾ÂõóéîåóóÓôáôå½ÇÁ¼ü¾ÓåìåãôåäÁääòåóó½²´´ ×áóèéîçôïî Óôòååô¬ Ó×ŠÁôìáîôá¬ ÇÁ ³°³³´¼ü¾ÓåìåãôåäÁääòåóóÔùðå½²¼ü¾ÓåìåãôåäÐèïîåÔùðå½²¼ü¾ÓåìåãôåäÆáøÔùðå½²¼ü¾ÓåìåãôåäÅíáéìÔùðå½°¼ü¾ÐåòóïîáìÁîäÃïîæéäåîôéáì½Æáìóå¼ü¾ÈáóÒåÌéîå½Æáìóå¼ü¾ÈéäåÁôôåîôéïîÔï½Æáìóå¼ü¾ÒåãéðéåîôÉîÁôôåîôéïîÌéîå½Æáìóå¼ü¾ÉîãìõäåÔïÔéôìå½Ôòõå"/>
    <w:docVar w:name="FormsAssistantSenders" w:val="ÅíðìïùååÉÄ½òèéçèóíé¼ü¾ÆõììÎáíå½Òïâåòô Ó® Èéçèóíéôè Êò®¼ü¾ÓéçîáôõòåÎáíå½Òïâåòô Ó® Èéçèóíéôè Êò®¼ü¾ÆéòóôÎáíå½Òïâåòô¼ü¾ÌáóôÎáíå½Èéçèóíéôè¼ü¾ÎáíåÓõææéø½Êò®¼ü¾Ôéôìå½Åñõéôù Ðáòôîåò¼ü¾ÃïíðáîùÎáíå½Èïììáîä ¦ Ëîéçèô ÌÌÐ¼ü¾ÆõììÎáíåÁîäÃïíðáîùÎáíå½Òïâåòô Ó® Èéçèóíéôè Êò®¬ Èïììáîä ¦ Ëîéçèô ÌÌÐ¼ü¾ÓåìåãôåäÁääòåóóÔùðå½°¼ü¾ÂõóéîåóóÔåìåðèïîåÎõíâåò±½«± ´°´­¸¹¸­¸°±²¼ü¾ÅíáéìÁääòåóó½òïâåòô®èéçèóíéôèÀèëìá÷®ãïí¼ü¾ÏææéãåÃïäå½ÁÔÌ¼ü¾ÏææéãåÌïãáôéïî½Áôìáîôá¼ü¾Ãìïóéîç½Óéîãåòåìù ùïõòó¬¼ü¾ÉîãìõäåÎáíåÁôÔïð½Æáìóå¼ü¾ÉîãìõäåÎáíåÉîÌåôôåòèåáä½Ôòõå¼ü¾ÉîãìõäåÁäíéôôåäÉîæïÉîÌåôôåòèåáä½Æáìóå¼ü¾ÉîãìõäåÔéôìåÉîÌåôôåòèåáä½Æáìóå¼ü¾ÉîãìõäåÅÍáéìÉîÌåôôåòèåáä½Ôòõå¼ü¾ÉîãìõäåÄéòåãôÄéáìÉîÌåôôåòèåáä½Ôòõå¼ü¾ÉîãìõäåÃåììÐèïîåÉîÌåôôåòèåáä½Æáìóå¼ü¾ÉîãìõäåÈïíåÐèïîåÉîÌåôôåòèåáä½Æáìóå¼ü¾ÉîãìõäåÏææéãåÐèïîåÉîÌåôôåòèåáä½Ôòõå¼ü¾ÉîãìõäåÄØÎõíâåòÉîÌåôôåòèåáä½Æáìóå¼ü¾ÉîãìõäåÄéòåãôÆáøÉîÌåôôåòèåáä½Æáìóå¼ü¾ÉîãìõäåÆéòíÎáíåÂåìï÷Óéçîáôõòå½Ôòõå¼ü¾ÉîãìõäåÂáòÎõíâåò×éôèÓéçîáôõòåÉîÌåôôåò½Æáìóå¼ü¾ÉîãìõäåÔéôìå×éôèÓéçîáôõòå½Æáìóå¼ü¾ÉîãìõäåÄéçéôáìÓéçîáôõòå½Æáìóå¼ü¾ÉîãìõäåÅíáéìÂåìï÷Óéçîáôõòå½Æáìóå¼ü¾ÉîóåòôÔáøÄéóãìáéíåò½Æáìóå¼ü¾ÁääÂïøÁòïõîäÔáøÄéóãìáéíåò½Æáìóå¼ü¾ÐïóéôéïîÔáøÄéóãìáéíåòÔïð½Æáìóå¼ü¾ÉîóåòôÏðéîéïîÌåôôåòÔåøô½Æáìóå¼ü¾ÃõóôïíÌåôôåòèåáäÏðôéïî±½Æáìóå¼ü¾ÃõóôïíÌåôôåòèåáäÏðôéïî²½Æáìóå¼ü¾ÃõóôïíÌåôôåòèåáäÏðôéïî³½Æáìóå¼ü¾ÃõóôïíÓéçîáôõòåÏðôéïî±½Æáìóå¼ü¾ÃõóôïíÓéçîáôõòåÏðôéïî²½Æáìóå¼ü¾ÉîãìõäåÅóñ½Æáìóå¼ü¾ÁôôïòîåùÃìáóóéæéãáôéïî½°¼ü¾ÉîãìõäåÁìôåòîáôåÔéôìå×éôèÓéçîáôõòå½Æáìóå"/>
    <w:docVar w:name="LetterheadFormat" w:val="1"/>
  </w:docVars>
  <w:rsids>
    <w:rsidRoot w:val="00B45D03"/>
    <w:rsid w:val="00092655"/>
    <w:rsid w:val="000A5F19"/>
    <w:rsid w:val="000D4EB7"/>
    <w:rsid w:val="000D51CB"/>
    <w:rsid w:val="00104FDE"/>
    <w:rsid w:val="00115A17"/>
    <w:rsid w:val="001332F1"/>
    <w:rsid w:val="0013479E"/>
    <w:rsid w:val="001B5C65"/>
    <w:rsid w:val="001F59AE"/>
    <w:rsid w:val="0023539D"/>
    <w:rsid w:val="00260240"/>
    <w:rsid w:val="0029389B"/>
    <w:rsid w:val="0029540F"/>
    <w:rsid w:val="002A6F7C"/>
    <w:rsid w:val="00305B76"/>
    <w:rsid w:val="0031006F"/>
    <w:rsid w:val="003103B2"/>
    <w:rsid w:val="00317477"/>
    <w:rsid w:val="00326814"/>
    <w:rsid w:val="0033256B"/>
    <w:rsid w:val="00337A94"/>
    <w:rsid w:val="00345C27"/>
    <w:rsid w:val="00362A4A"/>
    <w:rsid w:val="003A4DD4"/>
    <w:rsid w:val="003E4238"/>
    <w:rsid w:val="00405B29"/>
    <w:rsid w:val="00422873"/>
    <w:rsid w:val="00423C13"/>
    <w:rsid w:val="004419A5"/>
    <w:rsid w:val="00451BAA"/>
    <w:rsid w:val="00465FFD"/>
    <w:rsid w:val="004674DF"/>
    <w:rsid w:val="004A4B98"/>
    <w:rsid w:val="00526093"/>
    <w:rsid w:val="00535D27"/>
    <w:rsid w:val="0053640A"/>
    <w:rsid w:val="0055653B"/>
    <w:rsid w:val="005859E4"/>
    <w:rsid w:val="00596A0C"/>
    <w:rsid w:val="005D60DB"/>
    <w:rsid w:val="006202F4"/>
    <w:rsid w:val="00622F39"/>
    <w:rsid w:val="006341F7"/>
    <w:rsid w:val="006347A8"/>
    <w:rsid w:val="00667EFD"/>
    <w:rsid w:val="00693754"/>
    <w:rsid w:val="006D0AFB"/>
    <w:rsid w:val="006D4424"/>
    <w:rsid w:val="006D4F36"/>
    <w:rsid w:val="007056F7"/>
    <w:rsid w:val="007925A0"/>
    <w:rsid w:val="007941FE"/>
    <w:rsid w:val="008073EC"/>
    <w:rsid w:val="00815D84"/>
    <w:rsid w:val="00816315"/>
    <w:rsid w:val="00861FF8"/>
    <w:rsid w:val="008666FC"/>
    <w:rsid w:val="00896ECA"/>
    <w:rsid w:val="008A1F7A"/>
    <w:rsid w:val="008A69BD"/>
    <w:rsid w:val="008C186C"/>
    <w:rsid w:val="008C5BF6"/>
    <w:rsid w:val="008E7F62"/>
    <w:rsid w:val="009038AC"/>
    <w:rsid w:val="00911FE4"/>
    <w:rsid w:val="00917837"/>
    <w:rsid w:val="00966022"/>
    <w:rsid w:val="009716F1"/>
    <w:rsid w:val="009D2A7B"/>
    <w:rsid w:val="009E71A5"/>
    <w:rsid w:val="00B45D03"/>
    <w:rsid w:val="00BA165D"/>
    <w:rsid w:val="00BB7DAA"/>
    <w:rsid w:val="00C21AC3"/>
    <w:rsid w:val="00C34BE9"/>
    <w:rsid w:val="00C44AA2"/>
    <w:rsid w:val="00C5650B"/>
    <w:rsid w:val="00C74236"/>
    <w:rsid w:val="00C9689A"/>
    <w:rsid w:val="00CA052C"/>
    <w:rsid w:val="00CC471D"/>
    <w:rsid w:val="00CD0ECF"/>
    <w:rsid w:val="00CD40E3"/>
    <w:rsid w:val="00CF3084"/>
    <w:rsid w:val="00D10876"/>
    <w:rsid w:val="00D42163"/>
    <w:rsid w:val="00D94472"/>
    <w:rsid w:val="00DD53FD"/>
    <w:rsid w:val="00DE048A"/>
    <w:rsid w:val="00E33FC5"/>
    <w:rsid w:val="00E62316"/>
    <w:rsid w:val="00E7500A"/>
    <w:rsid w:val="00E95201"/>
    <w:rsid w:val="00EE50D7"/>
    <w:rsid w:val="00F02591"/>
    <w:rsid w:val="00F45762"/>
    <w:rsid w:val="00F46C44"/>
    <w:rsid w:val="00F545D5"/>
    <w:rsid w:val="00FA4374"/>
    <w:rsid w:val="00FD1382"/>
    <w:rsid w:val="00FD4E7D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335048D5"/>
  <w15:docId w15:val="{E29A1AE0-A7C1-44A2-BD08-83C66D84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31006F"/>
  </w:style>
  <w:style w:type="paragraph" w:styleId="Heading1">
    <w:name w:val="heading 1"/>
    <w:basedOn w:val="Normal"/>
    <w:next w:val="BodyText"/>
    <w:link w:val="Heading1Char"/>
    <w:uiPriority w:val="9"/>
    <w:qFormat/>
    <w:rsid w:val="00896EC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896EC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896EC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896EC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896EC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896EC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896EC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896EC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896EC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99"/>
    <w:semiHidden/>
    <w:qFormat/>
    <w:rsid w:val="00896ECA"/>
    <w:pPr>
      <w:spacing w:line="280" w:lineRule="exact"/>
    </w:pPr>
    <w:rPr>
      <w:spacing w:val="-2"/>
    </w:rPr>
  </w:style>
  <w:style w:type="paragraph" w:customStyle="1" w:styleId="AddresseeNames">
    <w:name w:val="AddresseeNames"/>
    <w:basedOn w:val="Address"/>
    <w:uiPriority w:val="99"/>
    <w:semiHidden/>
    <w:qFormat/>
    <w:rsid w:val="002A6F7C"/>
  </w:style>
  <w:style w:type="paragraph" w:customStyle="1" w:styleId="AuthorInfoLetterhead">
    <w:name w:val="AuthorInfoLetterhead"/>
    <w:basedOn w:val="Normal"/>
    <w:uiPriority w:val="99"/>
    <w:qFormat/>
    <w:rsid w:val="00DD53FD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AuthorNameLetterhead">
    <w:name w:val="AuthorNameLetterhead"/>
    <w:basedOn w:val="Normal"/>
    <w:uiPriority w:val="99"/>
    <w:qFormat/>
    <w:rsid w:val="00DD53FD"/>
    <w:pPr>
      <w:spacing w:line="220" w:lineRule="exact"/>
    </w:pPr>
    <w:rPr>
      <w:rFonts w:ascii="Arial" w:hAnsi="Arial"/>
      <w:spacing w:val="-2"/>
      <w:sz w:val="16"/>
    </w:rPr>
  </w:style>
  <w:style w:type="paragraph" w:customStyle="1" w:styleId="bcc">
    <w:name w:val="bcc"/>
    <w:basedOn w:val="Normal"/>
    <w:uiPriority w:val="99"/>
    <w:semiHidden/>
    <w:rsid w:val="008A69BD"/>
    <w:pPr>
      <w:ind w:left="720" w:hanging="720"/>
    </w:pPr>
  </w:style>
  <w:style w:type="paragraph" w:customStyle="1" w:styleId="cc">
    <w:name w:val="cc"/>
    <w:basedOn w:val="Normal"/>
    <w:uiPriority w:val="99"/>
    <w:semiHidden/>
    <w:rsid w:val="008A69BD"/>
    <w:pPr>
      <w:ind w:left="720" w:hanging="720"/>
    </w:pPr>
  </w:style>
  <w:style w:type="paragraph" w:customStyle="1" w:styleId="ConfidentialityPhrase">
    <w:name w:val="ConfidentialityPhrase"/>
    <w:basedOn w:val="Normal"/>
    <w:uiPriority w:val="99"/>
    <w:semiHidden/>
    <w:qFormat/>
    <w:rsid w:val="007056F7"/>
    <w:pPr>
      <w:spacing w:after="240"/>
      <w:contextualSpacing/>
    </w:pPr>
    <w:rPr>
      <w:b/>
      <w:caps/>
    </w:rPr>
  </w:style>
  <w:style w:type="paragraph" w:customStyle="1" w:styleId="DateInHeader">
    <w:name w:val="DateInHeader"/>
    <w:basedOn w:val="Normal"/>
    <w:uiPriority w:val="99"/>
    <w:semiHidden/>
    <w:qFormat/>
    <w:rsid w:val="001B5C65"/>
  </w:style>
  <w:style w:type="character" w:customStyle="1" w:styleId="DocID">
    <w:name w:val="DocID"/>
    <w:basedOn w:val="DefaultParagraphFont"/>
    <w:semiHidden/>
    <w:qFormat/>
    <w:rsid w:val="00911FE4"/>
    <w:rPr>
      <w:rFonts w:ascii="Times New Roman" w:hAnsi="Times New Roman"/>
      <w:sz w:val="16"/>
    </w:rPr>
  </w:style>
  <w:style w:type="paragraph" w:customStyle="1" w:styleId="DeliveryMethods">
    <w:name w:val="DeliveryMethods"/>
    <w:basedOn w:val="Normal"/>
    <w:uiPriority w:val="99"/>
    <w:semiHidden/>
    <w:qFormat/>
    <w:rsid w:val="00FF046B"/>
    <w:pPr>
      <w:spacing w:after="240"/>
      <w:contextualSpacing/>
    </w:pPr>
    <w:rPr>
      <w:i/>
    </w:rPr>
  </w:style>
  <w:style w:type="paragraph" w:customStyle="1" w:styleId="enclosure">
    <w:name w:val="enclosure"/>
    <w:basedOn w:val="Normal"/>
    <w:semiHidden/>
    <w:qFormat/>
    <w:rsid w:val="001B5C65"/>
  </w:style>
  <w:style w:type="paragraph" w:customStyle="1" w:styleId="PageNumberInHeader">
    <w:name w:val="PageNumberInHeader"/>
    <w:basedOn w:val="Normal"/>
    <w:next w:val="Header"/>
    <w:semiHidden/>
    <w:qFormat/>
    <w:rsid w:val="001B5C65"/>
  </w:style>
  <w:style w:type="paragraph" w:customStyle="1" w:styleId="ReLine">
    <w:name w:val="Re Line"/>
    <w:basedOn w:val="Normal"/>
    <w:uiPriority w:val="99"/>
    <w:semiHidden/>
    <w:qFormat/>
    <w:rsid w:val="00896ECA"/>
    <w:pPr>
      <w:spacing w:after="240" w:line="280" w:lineRule="exact"/>
      <w:ind w:left="1440" w:hanging="720"/>
    </w:pPr>
    <w:rPr>
      <w:spacing w:val="-3"/>
    </w:rPr>
  </w:style>
  <w:style w:type="paragraph" w:styleId="Header">
    <w:name w:val="header"/>
    <w:basedOn w:val="Normal"/>
    <w:link w:val="HeaderChar"/>
    <w:unhideWhenUsed/>
    <w:rsid w:val="001B5C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C65"/>
  </w:style>
  <w:style w:type="paragraph" w:customStyle="1" w:styleId="RecipConfidentiality">
    <w:name w:val="RecipConfidentiality"/>
    <w:basedOn w:val="Normal"/>
    <w:next w:val="Address"/>
    <w:semiHidden/>
    <w:qFormat/>
    <w:rsid w:val="001B5C65"/>
  </w:style>
  <w:style w:type="paragraph" w:customStyle="1" w:styleId="RecipDelivery">
    <w:name w:val="RecipDelivery"/>
    <w:basedOn w:val="Normal"/>
    <w:next w:val="Address"/>
    <w:semiHidden/>
    <w:qFormat/>
    <w:rsid w:val="001B5C65"/>
  </w:style>
  <w:style w:type="paragraph" w:styleId="Footer">
    <w:name w:val="footer"/>
    <w:basedOn w:val="Normal"/>
    <w:link w:val="FooterChar"/>
    <w:unhideWhenUsed/>
    <w:rsid w:val="00585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59E4"/>
  </w:style>
  <w:style w:type="paragraph" w:customStyle="1" w:styleId="BlockText2">
    <w:name w:val="Block Text 2"/>
    <w:basedOn w:val="Normal"/>
    <w:qFormat/>
    <w:rsid w:val="00896ECA"/>
    <w:pPr>
      <w:spacing w:line="480" w:lineRule="auto"/>
    </w:pPr>
  </w:style>
  <w:style w:type="paragraph" w:customStyle="1" w:styleId="BlockText2J">
    <w:name w:val="Block Text 2J"/>
    <w:basedOn w:val="Normal"/>
    <w:qFormat/>
    <w:rsid w:val="00896ECA"/>
    <w:pPr>
      <w:spacing w:line="480" w:lineRule="auto"/>
      <w:jc w:val="both"/>
    </w:pPr>
  </w:style>
  <w:style w:type="paragraph" w:customStyle="1" w:styleId="BlockTextJ">
    <w:name w:val="Block Text J"/>
    <w:basedOn w:val="Normal"/>
    <w:qFormat/>
    <w:rsid w:val="00896ECA"/>
    <w:pPr>
      <w:spacing w:after="240"/>
      <w:jc w:val="both"/>
    </w:pPr>
  </w:style>
  <w:style w:type="paragraph" w:styleId="BodyText">
    <w:name w:val="Body Text"/>
    <w:basedOn w:val="Normal"/>
    <w:link w:val="BodyTextChar"/>
    <w:rsid w:val="00896ECA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896ECA"/>
  </w:style>
  <w:style w:type="paragraph" w:styleId="BodyText2">
    <w:name w:val="Body Text 2"/>
    <w:basedOn w:val="Normal"/>
    <w:link w:val="BodyText2Char"/>
    <w:rsid w:val="00896EC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896ECA"/>
  </w:style>
  <w:style w:type="paragraph" w:customStyle="1" w:styleId="BodyText2J">
    <w:name w:val="Body Text 2J"/>
    <w:basedOn w:val="Normal"/>
    <w:qFormat/>
    <w:rsid w:val="00896ECA"/>
    <w:pPr>
      <w:spacing w:line="480" w:lineRule="auto"/>
      <w:ind w:firstLine="720"/>
      <w:jc w:val="both"/>
    </w:pPr>
  </w:style>
  <w:style w:type="paragraph" w:customStyle="1" w:styleId="BodyTextJ">
    <w:name w:val="Body Text J"/>
    <w:basedOn w:val="Normal"/>
    <w:qFormat/>
    <w:rsid w:val="00896ECA"/>
    <w:pPr>
      <w:spacing w:after="240"/>
      <w:ind w:firstLine="720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896ECA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ECA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ECA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ECA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ECA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ECA"/>
    <w:rPr>
      <w:rFonts w:eastAsiaTheme="majorEastAsia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ECA"/>
    <w:rPr>
      <w:rFonts w:eastAsiaTheme="majorEastAsia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ECA"/>
    <w:rPr>
      <w:rFonts w:eastAsiaTheme="majorEastAsia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ECA"/>
    <w:rPr>
      <w:rFonts w:eastAsiaTheme="majorEastAsia" w:cstheme="majorBidi"/>
      <w:iCs/>
      <w:szCs w:val="20"/>
    </w:rPr>
  </w:style>
  <w:style w:type="paragraph" w:styleId="Quote">
    <w:name w:val="Quote"/>
    <w:basedOn w:val="Normal"/>
    <w:link w:val="QuoteChar"/>
    <w:uiPriority w:val="29"/>
    <w:qFormat/>
    <w:rsid w:val="00896ECA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896ECA"/>
    <w:rPr>
      <w:iCs/>
    </w:rPr>
  </w:style>
  <w:style w:type="paragraph" w:customStyle="1" w:styleId="Quote2">
    <w:name w:val="Quote 2"/>
    <w:basedOn w:val="Normal"/>
    <w:qFormat/>
    <w:rsid w:val="00896ECA"/>
    <w:pPr>
      <w:spacing w:line="480" w:lineRule="auto"/>
      <w:ind w:left="720" w:right="720"/>
    </w:pPr>
  </w:style>
  <w:style w:type="paragraph" w:customStyle="1" w:styleId="Quote2J">
    <w:name w:val="Quote 2J"/>
    <w:basedOn w:val="Normal"/>
    <w:qFormat/>
    <w:rsid w:val="00896ECA"/>
    <w:pPr>
      <w:spacing w:line="480" w:lineRule="auto"/>
      <w:ind w:left="720" w:right="720"/>
      <w:jc w:val="both"/>
    </w:pPr>
  </w:style>
  <w:style w:type="paragraph" w:customStyle="1" w:styleId="QuoteJ">
    <w:name w:val="Quote J"/>
    <w:basedOn w:val="Normal"/>
    <w:qFormat/>
    <w:rsid w:val="00896ECA"/>
    <w:pPr>
      <w:spacing w:after="240"/>
      <w:ind w:left="720" w:right="720"/>
      <w:jc w:val="both"/>
    </w:pPr>
  </w:style>
  <w:style w:type="paragraph" w:styleId="Subtitle">
    <w:name w:val="Subtitle"/>
    <w:basedOn w:val="Normal"/>
    <w:next w:val="BodyText"/>
    <w:link w:val="SubtitleChar"/>
    <w:uiPriority w:val="11"/>
    <w:qFormat/>
    <w:rsid w:val="00896ECA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896ECA"/>
    <w:rPr>
      <w:rFonts w:eastAsiaTheme="majorEastAsia" w:cstheme="majorBidi"/>
      <w:iCs/>
      <w:u w:val="single"/>
    </w:rPr>
  </w:style>
  <w:style w:type="paragraph" w:styleId="Title">
    <w:name w:val="Title"/>
    <w:basedOn w:val="Normal"/>
    <w:next w:val="BodyText"/>
    <w:link w:val="TitleChar"/>
    <w:uiPriority w:val="10"/>
    <w:qFormat/>
    <w:rsid w:val="00896ECA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896ECA"/>
    <w:rPr>
      <w:rFonts w:eastAsiaTheme="majorEastAsia" w:cstheme="majorBidi"/>
      <w:kern w:val="28"/>
      <w:szCs w:val="5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CA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unhideWhenUsed/>
    <w:rsid w:val="00FF046B"/>
    <w:pPr>
      <w:spacing w:after="240"/>
    </w:pPr>
  </w:style>
  <w:style w:type="character" w:customStyle="1" w:styleId="DateChar">
    <w:name w:val="Date Char"/>
    <w:basedOn w:val="DefaultParagraphFont"/>
    <w:link w:val="Date"/>
    <w:uiPriority w:val="99"/>
    <w:rsid w:val="00FF046B"/>
  </w:style>
  <w:style w:type="character" w:styleId="PlaceholderText">
    <w:name w:val="Placeholder Text"/>
    <w:basedOn w:val="DefaultParagraphFont"/>
    <w:uiPriority w:val="99"/>
    <w:semiHidden/>
    <w:rsid w:val="00896ECA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96ECA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D4424"/>
  </w:style>
  <w:style w:type="paragraph" w:styleId="BlockText">
    <w:name w:val="Block Text"/>
    <w:basedOn w:val="Normal"/>
    <w:rsid w:val="00896ECA"/>
    <w:pPr>
      <w:spacing w:after="240"/>
    </w:pPr>
    <w:rPr>
      <w:rFonts w:eastAsiaTheme="minorEastAsia"/>
      <w:iCs/>
    </w:rPr>
  </w:style>
  <w:style w:type="paragraph" w:styleId="Closing">
    <w:name w:val="Closing"/>
    <w:basedOn w:val="Normal"/>
    <w:link w:val="ClosingChar"/>
    <w:uiPriority w:val="99"/>
    <w:semiHidden/>
    <w:rsid w:val="00F545D5"/>
    <w:pPr>
      <w:spacing w:after="7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D4424"/>
  </w:style>
  <w:style w:type="paragraph" w:styleId="Signature">
    <w:name w:val="Signature"/>
    <w:basedOn w:val="Normal"/>
    <w:link w:val="SignatureChar"/>
    <w:uiPriority w:val="99"/>
    <w:semiHidden/>
    <w:rsid w:val="009D2A7B"/>
    <w:pPr>
      <w:spacing w:after="24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D4424"/>
  </w:style>
  <w:style w:type="paragraph" w:customStyle="1" w:styleId="Initials">
    <w:name w:val="Initials"/>
    <w:basedOn w:val="Normal"/>
    <w:semiHidden/>
    <w:rsid w:val="00DD53FD"/>
    <w:rPr>
      <w:rFonts w:eastAsia="Times New Roman" w:cs="Times New Roman"/>
    </w:rPr>
  </w:style>
  <w:style w:type="paragraph" w:customStyle="1" w:styleId="Logo">
    <w:name w:val="Logo"/>
    <w:basedOn w:val="Header"/>
    <w:rsid w:val="00345C27"/>
    <w:pPr>
      <w:tabs>
        <w:tab w:val="clear" w:pos="4680"/>
      </w:tabs>
      <w:spacing w:before="60" w:after="320"/>
      <w:ind w:left="-14"/>
    </w:pPr>
    <w:rPr>
      <w:rFonts w:eastAsia="Times New Roman" w:cs="Times New Roman"/>
    </w:rPr>
  </w:style>
  <w:style w:type="paragraph" w:customStyle="1" w:styleId="LHAddress">
    <w:name w:val="LHAddress"/>
    <w:basedOn w:val="Normal"/>
    <w:qFormat/>
    <w:rsid w:val="00C44AA2"/>
    <w:pPr>
      <w:spacing w:line="220" w:lineRule="exact"/>
    </w:pPr>
    <w:rPr>
      <w:rFonts w:ascii="Arial" w:hAnsi="Arial"/>
      <w:color w:val="002776"/>
      <w:sz w:val="16"/>
    </w:rPr>
  </w:style>
  <w:style w:type="character" w:styleId="PageNumber">
    <w:name w:val="page number"/>
    <w:basedOn w:val="DefaultParagraphFont"/>
    <w:semiHidden/>
    <w:rsid w:val="00C34BE9"/>
    <w:rPr>
      <w:noProof w:val="0"/>
      <w:lang w:val="en-US"/>
    </w:rPr>
  </w:style>
  <w:style w:type="table" w:styleId="TableGrid">
    <w:name w:val="Table Grid"/>
    <w:basedOn w:val="TableNormal"/>
    <w:uiPriority w:val="59"/>
    <w:rsid w:val="00911F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Offices">
    <w:name w:val="FooterOffices"/>
    <w:basedOn w:val="Normal"/>
    <w:semiHidden/>
    <w:rsid w:val="00816315"/>
    <w:pPr>
      <w:spacing w:line="220" w:lineRule="exact"/>
    </w:pPr>
    <w:rPr>
      <w:rFonts w:ascii="Arial" w:hAnsi="Arial" w:cs="Arial"/>
      <w:sz w:val="16"/>
      <w:szCs w:val="16"/>
    </w:rPr>
  </w:style>
  <w:style w:type="paragraph" w:customStyle="1" w:styleId="FirmNameInSignature">
    <w:name w:val="FirmNameInSignature"/>
    <w:basedOn w:val="Normal"/>
    <w:next w:val="Signature"/>
    <w:semiHidden/>
    <w:rsid w:val="00667EFD"/>
    <w:pPr>
      <w:keepNext/>
      <w:widowControl w:val="0"/>
      <w:spacing w:after="720"/>
    </w:pPr>
    <w:rPr>
      <w:rFonts w:eastAsia="Times New Roman" w:cs="Times New Roman"/>
      <w:bCs/>
      <w:iCs/>
      <w:caps/>
      <w:noProof/>
    </w:rPr>
  </w:style>
  <w:style w:type="paragraph" w:customStyle="1" w:styleId="ProhibitForward">
    <w:name w:val="ProhibitForward"/>
    <w:basedOn w:val="Normal"/>
    <w:semiHidden/>
    <w:qFormat/>
    <w:rsid w:val="004A4B98"/>
    <w:pPr>
      <w:jc w:val="center"/>
    </w:pPr>
    <w:rPr>
      <w:rFonts w:eastAsia="Times New Roman" w:cs="Times New Roman"/>
      <w:color w:val="FF0000"/>
      <w:sz w:val="18"/>
      <w:szCs w:val="18"/>
    </w:rPr>
  </w:style>
  <w:style w:type="paragraph" w:customStyle="1" w:styleId="TaxDisclaimer">
    <w:name w:val="TaxDisclaimer"/>
    <w:basedOn w:val="Normal"/>
    <w:semiHidden/>
    <w:rsid w:val="0031006F"/>
    <w:pPr>
      <w:spacing w:before="100" w:after="100"/>
    </w:pPr>
    <w:rPr>
      <w:rFonts w:eastAsia="Times New Roman" w:cs="Times New Roman"/>
      <w:b/>
      <w:bCs/>
    </w:rPr>
  </w:style>
  <w:style w:type="paragraph" w:customStyle="1" w:styleId="ClosingFirmName">
    <w:name w:val="ClosingFirmName"/>
    <w:basedOn w:val="Closing"/>
    <w:next w:val="FirmNameInSignature"/>
    <w:uiPriority w:val="99"/>
    <w:semiHidden/>
    <w:rsid w:val="00F545D5"/>
    <w:pPr>
      <w:spacing w:after="240"/>
    </w:pPr>
  </w:style>
  <w:style w:type="paragraph" w:customStyle="1" w:styleId="ByLine">
    <w:name w:val="ByLine"/>
    <w:basedOn w:val="Normal"/>
    <w:next w:val="SignatureByLine"/>
    <w:uiPriority w:val="99"/>
    <w:semiHidden/>
    <w:rsid w:val="00305B76"/>
    <w:pPr>
      <w:tabs>
        <w:tab w:val="left" w:pos="360"/>
        <w:tab w:val="right" w:pos="3960"/>
      </w:tabs>
    </w:pPr>
  </w:style>
  <w:style w:type="paragraph" w:customStyle="1" w:styleId="SignatureByLine">
    <w:name w:val="SignatureByLine"/>
    <w:basedOn w:val="Signature"/>
    <w:uiPriority w:val="99"/>
    <w:semiHidden/>
    <w:rsid w:val="00305B76"/>
    <w:pPr>
      <w:ind w:left="360"/>
    </w:pPr>
  </w:style>
  <w:style w:type="paragraph" w:customStyle="1" w:styleId="DigitalSignature">
    <w:name w:val="DigitalSignature"/>
    <w:basedOn w:val="Signature"/>
    <w:uiPriority w:val="99"/>
    <w:semiHidden/>
    <w:rsid w:val="006D4424"/>
    <w:pPr>
      <w:spacing w:before="120" w:after="120"/>
    </w:pPr>
  </w:style>
  <w:style w:type="paragraph" w:customStyle="1" w:styleId="BlockText1">
    <w:name w:val="Block Text 1"/>
    <w:basedOn w:val="Normal"/>
    <w:qFormat/>
    <w:rsid w:val="00FD1382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FD1382"/>
    <w:pPr>
      <w:spacing w:line="480" w:lineRule="auto"/>
      <w:ind w:left="1440"/>
    </w:pPr>
  </w:style>
  <w:style w:type="paragraph" w:styleId="List">
    <w:name w:val="List"/>
    <w:basedOn w:val="Normal"/>
    <w:uiPriority w:val="99"/>
    <w:unhideWhenUsed/>
    <w:rsid w:val="00FD1382"/>
    <w:pPr>
      <w:numPr>
        <w:numId w:val="9"/>
      </w:numPr>
      <w:spacing w:after="240"/>
    </w:pPr>
  </w:style>
  <w:style w:type="paragraph" w:customStyle="1" w:styleId="Listalpha0">
    <w:name w:val="List alpha"/>
    <w:basedOn w:val="Normal"/>
    <w:rsid w:val="00FD1382"/>
    <w:p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FD1382"/>
    <w:pPr>
      <w:numPr>
        <w:numId w:val="1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B0">
    <w:name w:val="List alpha B"/>
    <w:basedOn w:val="Normal"/>
    <w:rsid w:val="00FD1382"/>
    <w:p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FD1382"/>
    <w:pPr>
      <w:numPr>
        <w:numId w:val="13"/>
      </w:numPr>
      <w:spacing w:after="240"/>
      <w:jc w:val="both"/>
      <w:outlineLvl w:val="0"/>
    </w:pPr>
    <w:rPr>
      <w:rFonts w:eastAsia="Times New Roman" w:cs="Times New Roman"/>
    </w:rPr>
  </w:style>
  <w:style w:type="paragraph" w:styleId="ListNumber">
    <w:name w:val="List Number"/>
    <w:basedOn w:val="Normal"/>
    <w:uiPriority w:val="99"/>
    <w:unhideWhenUsed/>
    <w:rsid w:val="00FD1382"/>
    <w:pPr>
      <w:numPr>
        <w:numId w:val="15"/>
      </w:numPr>
      <w:spacing w:after="240"/>
    </w:pPr>
  </w:style>
  <w:style w:type="paragraph" w:customStyle="1" w:styleId="Hang">
    <w:name w:val="Hang"/>
    <w:basedOn w:val="Normal"/>
    <w:qFormat/>
    <w:rsid w:val="00260240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260240"/>
    <w:pPr>
      <w:spacing w:line="480" w:lineRule="auto"/>
      <w:ind w:left="720" w:hanging="720"/>
    </w:pPr>
  </w:style>
  <w:style w:type="paragraph" w:customStyle="1" w:styleId="Hang2J">
    <w:name w:val="Hang 2J"/>
    <w:basedOn w:val="Normal"/>
    <w:qFormat/>
    <w:rsid w:val="00260240"/>
    <w:pPr>
      <w:spacing w:line="480" w:lineRule="auto"/>
      <w:ind w:left="720" w:hanging="720"/>
      <w:jc w:val="both"/>
    </w:pPr>
  </w:style>
  <w:style w:type="paragraph" w:customStyle="1" w:styleId="HangJ">
    <w:name w:val="Hang J"/>
    <w:basedOn w:val="Normal"/>
    <w:qFormat/>
    <w:rsid w:val="00260240"/>
    <w:pPr>
      <w:spacing w:after="240"/>
      <w:ind w:left="720" w:hanging="720"/>
      <w:jc w:val="both"/>
    </w:pPr>
  </w:style>
  <w:style w:type="paragraph" w:customStyle="1" w:styleId="Notary">
    <w:name w:val="Notary"/>
    <w:basedOn w:val="Normal"/>
    <w:qFormat/>
    <w:rsid w:val="00260240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60240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260240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260240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260240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260240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260240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260240"/>
    <w:pPr>
      <w:spacing w:after="240"/>
      <w:jc w:val="right"/>
    </w:pPr>
    <w:rPr>
      <w:rFonts w:eastAsia="Times New Roman" w:cs="Times New Roman"/>
      <w:b/>
      <w:szCs w:val="20"/>
    </w:rPr>
  </w:style>
  <w:style w:type="paragraph" w:styleId="ListNumber2">
    <w:name w:val="List Number 2"/>
    <w:basedOn w:val="Normal"/>
    <w:uiPriority w:val="99"/>
    <w:unhideWhenUsed/>
    <w:rsid w:val="00FD1382"/>
    <w:pPr>
      <w:numPr>
        <w:numId w:val="17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FD1382"/>
    <w:pPr>
      <w:numPr>
        <w:numId w:val="18"/>
      </w:numPr>
      <w:spacing w:after="240"/>
    </w:pPr>
  </w:style>
  <w:style w:type="paragraph" w:customStyle="1" w:styleId="Quote1">
    <w:name w:val="Quote 1"/>
    <w:basedOn w:val="Normal"/>
    <w:qFormat/>
    <w:rsid w:val="00FD1382"/>
    <w:pPr>
      <w:spacing w:after="240"/>
      <w:ind w:left="1440" w:right="1440"/>
      <w:jc w:val="both"/>
    </w:pPr>
  </w:style>
  <w:style w:type="paragraph" w:styleId="ListBullet">
    <w:name w:val="List Bullet"/>
    <w:basedOn w:val="Normal"/>
    <w:rsid w:val="00815D84"/>
    <w:pPr>
      <w:numPr>
        <w:numId w:val="19"/>
      </w:numPr>
      <w:contextualSpacing/>
    </w:pPr>
  </w:style>
  <w:style w:type="paragraph" w:styleId="ListBullet2">
    <w:name w:val="List Bullet 2"/>
    <w:basedOn w:val="Normal"/>
    <w:rsid w:val="00815D8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73690E4E5340349D4DF379ABF75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EA40-B975-4EBF-9DE0-6AC2BC6743ED}"/>
      </w:docPartPr>
      <w:docPartBody>
        <w:p w:rsidR="002B2C96" w:rsidRDefault="002B2C96"/>
      </w:docPartBody>
    </w:docPart>
    <w:docPart>
      <w:docPartPr>
        <w:name w:val="56BFE1905D6D4215940B3683486A2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C4DCE-D792-42FE-9737-996841B79C3A}"/>
      </w:docPartPr>
      <w:docPartBody>
        <w:p w:rsidR="002B2C96" w:rsidRDefault="002B2C96"/>
      </w:docPartBody>
    </w:docPart>
    <w:docPart>
      <w:docPartPr>
        <w:name w:val="E435E61D98A041B583DA687B7511C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3145D-497E-4003-9151-71FCF921E581}"/>
      </w:docPartPr>
      <w:docPartBody>
        <w:p w:rsidR="002B2C96" w:rsidRDefault="002B2C96"/>
      </w:docPartBody>
    </w:docPart>
    <w:docPart>
      <w:docPartPr>
        <w:name w:val="3B72502A63E74F3B997CA1A69EF82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08EB8-AE20-4EAE-8D4A-A2744C4A641C}"/>
      </w:docPartPr>
      <w:docPartBody>
        <w:p w:rsidR="002B2C96" w:rsidRDefault="002B2C96"/>
      </w:docPartBody>
    </w:docPart>
    <w:docPart>
      <w:docPartPr>
        <w:name w:val="98709CB612B94D64B5459E5B01EB2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E20D8-0B57-45A1-B4DC-F4303CD0DB13}"/>
      </w:docPartPr>
      <w:docPartBody>
        <w:p w:rsidR="002B2C96" w:rsidRDefault="002B2C96"/>
      </w:docPartBody>
    </w:docPart>
    <w:docPart>
      <w:docPartPr>
        <w:name w:val="02F72073E2644263B3CCE4DB8CEF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85005-4F60-45D6-8540-A7C739F56A6E}"/>
      </w:docPartPr>
      <w:docPartBody>
        <w:p w:rsidR="002B2C96" w:rsidRDefault="002B2C96"/>
      </w:docPartBody>
    </w:docPart>
    <w:docPart>
      <w:docPartPr>
        <w:name w:val="78F2C467A6274313ACF7EA1B8BE1E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FCA50-50D3-4801-85A6-FF7E77F97619}"/>
      </w:docPartPr>
      <w:docPartBody>
        <w:p w:rsidR="002B2C96" w:rsidRDefault="002B2C96"/>
      </w:docPartBody>
    </w:docPart>
    <w:docPart>
      <w:docPartPr>
        <w:name w:val="8A765F062D794BE38ABDAC705915E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DE20A-4FF6-43A9-B07A-2B37E894A70B}"/>
      </w:docPartPr>
      <w:docPartBody>
        <w:p w:rsidR="002B2C96" w:rsidRDefault="002B2C96"/>
      </w:docPartBody>
    </w:docPart>
    <w:docPart>
      <w:docPartPr>
        <w:name w:val="DA7BB90DAA90400586375EB87710F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27590-10F1-470F-8FD5-3CE98C8B5BA5}"/>
      </w:docPartPr>
      <w:docPartBody>
        <w:p w:rsidR="002E5755" w:rsidRDefault="002E5755"/>
      </w:docPartBody>
    </w:docPart>
    <w:docPart>
      <w:docPartPr>
        <w:name w:val="7D042FCB1FE94B6FA80C3D4DA2F0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B6405-AFAA-4B02-9448-186F55CBD9CF}"/>
      </w:docPartPr>
      <w:docPartBody>
        <w:p w:rsidR="002E5755" w:rsidRDefault="002E5755"/>
      </w:docPartBody>
    </w:docPart>
    <w:docPart>
      <w:docPartPr>
        <w:name w:val="C7322D12B2CA43D1B01A2BD73AE79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24DC5-40D3-4F1A-B542-91984D2CEDDE}"/>
      </w:docPartPr>
      <w:docPartBody>
        <w:p w:rsidR="00000000" w:rsidRDefault="00E435D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7D"/>
    <w:rsid w:val="002B2C96"/>
    <w:rsid w:val="002E5755"/>
    <w:rsid w:val="00C9147D"/>
    <w:rsid w:val="00E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147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0</TotalTime>
  <Pages>1</Pages>
  <Words>125</Words>
  <Characters>752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pcg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Graham Coates</dc:creator>
  <cp:keywords/>
  <dc:description/>
  <cp:lastModifiedBy>Steele, Courtney M (ATL - X48563)</cp:lastModifiedBy>
  <cp:revision>2</cp:revision>
  <cp:lastPrinted>2022-01-14T17:24:00Z</cp:lastPrinted>
  <dcterms:created xsi:type="dcterms:W3CDTF">2022-01-14T17:24:00Z</dcterms:created>
  <dcterms:modified xsi:type="dcterms:W3CDTF">2022-01-14T17:24:00Z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#154380826_v1</vt:lpwstr>
  </property>
  <property fmtid="{D5CDD505-2E9C-101B-9397-08002B2CF9AE}" pid="3" name="DocumentType">
    <vt:lpwstr>pgLetter</vt:lpwstr>
  </property>
  <property fmtid="{D5CDD505-2E9C-101B-9397-08002B2CF9AE}" pid="4" name="DocumentNumber">
    <vt:lpwstr>154380826</vt:lpwstr>
  </property>
  <property fmtid="{D5CDD505-2E9C-101B-9397-08002B2CF9AE}" pid="5" name="DocumentVersion">
    <vt:lpwstr>1</vt:lpwstr>
  </property>
  <property fmtid="{D5CDD505-2E9C-101B-9397-08002B2CF9AE}" pid="6" name="ClientNumber">
    <vt:lpwstr>211406</vt:lpwstr>
  </property>
  <property fmtid="{D5CDD505-2E9C-101B-9397-08002B2CF9AE}" pid="7" name="MatterNumber">
    <vt:lpwstr>00001</vt:lpwstr>
  </property>
  <property fmtid="{D5CDD505-2E9C-101B-9397-08002B2CF9AE}" pid="8" name="ClientName">
    <vt:lpwstr>Electrify America LLC</vt:lpwstr>
  </property>
  <property fmtid="{D5CDD505-2E9C-101B-9397-08002B2CF9AE}" pid="9" name="MatterName">
    <vt:lpwstr>Docket No. 43899 before the Georgia Public Service Commission</vt:lpwstr>
  </property>
  <property fmtid="{D5CDD505-2E9C-101B-9397-08002B2CF9AE}" pid="10" name="DatabaseName">
    <vt:lpwstr>Active</vt:lpwstr>
  </property>
  <property fmtid="{D5CDD505-2E9C-101B-9397-08002B2CF9AE}" pid="11" name="TypistName">
    <vt:lpwstr>CMSTEELE</vt:lpwstr>
  </property>
  <property fmtid="{D5CDD505-2E9C-101B-9397-08002B2CF9AE}" pid="12" name="AuthorName">
    <vt:lpwstr>CMSTEELE</vt:lpwstr>
  </property>
  <property fmtid="{D5CDD505-2E9C-101B-9397-08002B2CF9AE}" pid="13" name="InUseBy">
    <vt:lpwstr>CMSTEELE</vt:lpwstr>
  </property>
  <property fmtid="{D5CDD505-2E9C-101B-9397-08002B2CF9AE}" pid="14" name="EditDate">
    <vt:lpwstr>1/14/2022 5:15:16 PM</vt:lpwstr>
  </property>
  <property fmtid="{D5CDD505-2E9C-101B-9397-08002B2CF9AE}" pid="15" name="EditTime">
    <vt:lpwstr/>
  </property>
  <property fmtid="{D5CDD505-2E9C-101B-9397-08002B2CF9AE}" pid="16" name="IsiManageWork">
    <vt:lpwstr>True</vt:lpwstr>
  </property>
</Properties>
</file>